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3CDBC0C" wp14:editId="06B3DD72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279AD" w:rsidRDefault="005279AD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5279AD" w:rsidRDefault="005279AD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F97E12" w:rsidP="0037111D">
            <w:r w:rsidRPr="00F97E12">
              <w:rPr>
                <w:rFonts w:ascii="Helvetica" w:hAnsi="Helvetica"/>
              </w:rPr>
              <w:t>11399/2019-SŽDC-SSV-Ú3</w:t>
            </w:r>
            <w:r>
              <w:rPr>
                <w:rFonts w:ascii="Helvetica" w:hAnsi="Helvetica"/>
              </w:rPr>
              <w:t>/KLI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893F7C" w:rsidRDefault="00F862D6" w:rsidP="0077673A">
            <w:r w:rsidRPr="00893F7C">
              <w:t>Listů/příloh</w:t>
            </w:r>
          </w:p>
        </w:tc>
        <w:tc>
          <w:tcPr>
            <w:tcW w:w="2552" w:type="dxa"/>
          </w:tcPr>
          <w:p w:rsidR="00F862D6" w:rsidRPr="00893F7C" w:rsidRDefault="00F62937" w:rsidP="00CC1E2B">
            <w:r w:rsidRPr="00F62937">
              <w:t>15/12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AF6A8C" w:rsidP="00FE3455">
            <w:r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5279AD">
            <w:r w:rsidRPr="00BB6E40">
              <w:t>Mobil</w:t>
            </w:r>
          </w:p>
        </w:tc>
        <w:tc>
          <w:tcPr>
            <w:tcW w:w="2552" w:type="dxa"/>
          </w:tcPr>
          <w:p w:rsidR="00AF6A8C" w:rsidRPr="00BB6E40" w:rsidRDefault="00AF6A8C" w:rsidP="005279AD">
            <w:r w:rsidRPr="00BB6E40">
              <w:t>722 819 305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5279AD">
            <w:r w:rsidRPr="00BB6E40">
              <w:t>E-mail</w:t>
            </w:r>
          </w:p>
        </w:tc>
        <w:tc>
          <w:tcPr>
            <w:tcW w:w="2552" w:type="dxa"/>
          </w:tcPr>
          <w:p w:rsidR="00AF6A8C" w:rsidRDefault="00AF6A8C" w:rsidP="005279AD">
            <w:r w:rsidRPr="00BB6E40">
              <w:t>KlimesJa@szdc.cz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404C5">
              <w:rPr>
                <w:noProof/>
              </w:rPr>
              <w:t>30. prosince 2019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F6A8C" w:rsidRPr="00AF6A8C">
        <w:rPr>
          <w:rFonts w:eastAsia="Calibri" w:cs="Times New Roman"/>
          <w:b/>
          <w:lang w:eastAsia="cs-CZ"/>
        </w:rPr>
        <w:t>Dětmarovice – Petrovice u K. – státní hranice PR,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C57BB">
        <w:rPr>
          <w:rFonts w:eastAsia="Calibri" w:cs="Times New Roman"/>
          <w:lang w:eastAsia="cs-CZ"/>
        </w:rPr>
        <w:t xml:space="preserve">Vysvětlení/ změna/ doplnění </w:t>
      </w:r>
      <w:r w:rsidRPr="00CA75CF">
        <w:rPr>
          <w:rFonts w:eastAsia="Calibri" w:cs="Times New Roman"/>
          <w:lang w:eastAsia="cs-CZ"/>
        </w:rPr>
        <w:t xml:space="preserve">zadávací </w:t>
      </w:r>
      <w:r w:rsidRPr="00893F7C">
        <w:rPr>
          <w:rFonts w:eastAsia="Calibri" w:cs="Times New Roman"/>
          <w:lang w:eastAsia="cs-CZ"/>
        </w:rPr>
        <w:t xml:space="preserve">dokumentace č. </w:t>
      </w:r>
      <w:r w:rsidR="0013509F">
        <w:rPr>
          <w:rFonts w:eastAsia="Times New Roman" w:cs="Times New Roman"/>
          <w:lang w:eastAsia="cs-CZ"/>
        </w:rPr>
        <w:t>7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013BE" w:rsidRPr="00BD5319" w:rsidRDefault="00F013BE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214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PS 41-21-01. Ve schématu kabelů byl nalezen nesoulad dle níže uvedeného: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 xml:space="preserve">Kabel č. 9030 (CYKY 4x16 3200m) ve schématu uveden, v tabulce kabelů chybí. Zároveň je uveden v tabulce i schématu kabelů v PS 47-21-11. V obou výkazech výměr zmíněných PS se nevyskytují odpovídající položky pro dodávku a montáž tohoto kabelu. </w:t>
      </w:r>
      <w:proofErr w:type="gramStart"/>
      <w:r w:rsidRPr="00B82C88">
        <w:rPr>
          <w:rFonts w:eastAsia="Calibri" w:cs="Times New Roman"/>
          <w:lang w:eastAsia="cs-CZ"/>
        </w:rPr>
        <w:t>Žádáme</w:t>
      </w:r>
      <w:proofErr w:type="gramEnd"/>
      <w:r w:rsidRPr="00B82C88">
        <w:rPr>
          <w:rFonts w:eastAsia="Calibri" w:cs="Times New Roman"/>
          <w:lang w:eastAsia="cs-CZ"/>
        </w:rPr>
        <w:t xml:space="preserve"> </w:t>
      </w:r>
      <w:proofErr w:type="gramStart"/>
      <w:r w:rsidRPr="00B82C88">
        <w:rPr>
          <w:rFonts w:eastAsia="Calibri" w:cs="Times New Roman"/>
          <w:lang w:eastAsia="cs-CZ"/>
        </w:rPr>
        <w:t>zadavatel</w:t>
      </w:r>
      <w:proofErr w:type="gramEnd"/>
      <w:r w:rsidRPr="00B82C88">
        <w:rPr>
          <w:rFonts w:eastAsia="Calibri" w:cs="Times New Roman"/>
          <w:lang w:eastAsia="cs-CZ"/>
        </w:rPr>
        <w:t xml:space="preserve"> o prověření.</w:t>
      </w:r>
    </w:p>
    <w:p w:rsidR="0013509F" w:rsidRPr="00CF6125" w:rsidRDefault="005279AD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5279AD" w:rsidRPr="005279AD" w:rsidRDefault="005279AD" w:rsidP="005279A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79AD">
        <w:rPr>
          <w:rFonts w:eastAsia="Calibri" w:cs="Times New Roman"/>
          <w:lang w:eastAsia="cs-CZ"/>
        </w:rPr>
        <w:t xml:space="preserve">Jedná se o napájecí kabel přejezdu P8291 v km 0,668 označeném „E“ vedoucí ze SÚ Dětmarovice do RD E o celkové délce 3186 m. Položkově je v soupisech prací kabel rozpuštěn do 4 PS, ve kterých se nachází. Jedná se o položku „KABEL NN ČTYŘ- A PĚTIŽÍLOVÝ CU S PLASTOVOU IZOLACÍ OD 4 DO 16 MM2“. Položka č. 14 v soupisu prací PS 41-21-01 o výměre 1260 m, položka č. 15 v soupisu prací PS 42-21-11 o výměre 1160 m, položka č. 11 v soupisu prací PS 43-21-01 o výměre 251 m a položka č. 15 v soupisu prací PS 47-21-11 o </w:t>
      </w:r>
      <w:proofErr w:type="gramStart"/>
      <w:r w:rsidRPr="005279AD">
        <w:rPr>
          <w:rFonts w:eastAsia="Calibri" w:cs="Times New Roman"/>
          <w:lang w:eastAsia="cs-CZ"/>
        </w:rPr>
        <w:t>výměre</w:t>
      </w:r>
      <w:proofErr w:type="gramEnd"/>
      <w:r w:rsidRPr="005279AD">
        <w:rPr>
          <w:rFonts w:eastAsia="Calibri" w:cs="Times New Roman"/>
          <w:lang w:eastAsia="cs-CZ"/>
        </w:rPr>
        <w:t xml:space="preserve"> 605 m. V příslušných soupisech prací byly doplněny položky „UKONČENÍ DVOU AŽ PĚTIŽÍLOVÉHO KABELU V ROZVADĚČI NEBO NA PŘÍSTROJI OD 4 DO 16 MM2“ a „ZATAŽENÍ KABELU DO CHRÁNIČKY - KABEL DO 4 KG/M“. Schéma kabelů a tabulky kabelů odpovídajících PS byly uvedeny do souladu se soupisy prací, viz přílohy.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215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B82C88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PS 41-21-01. Byl nalezen nesoulad mezi kabelovou dokumentací a VV. Rozdíly v množství jsou patrné v následující tabulce:</w:t>
      </w:r>
    </w:p>
    <w:tbl>
      <w:tblPr>
        <w:tblStyle w:val="Mkatabulky3"/>
        <w:tblW w:w="10324" w:type="dxa"/>
        <w:tblInd w:w="-743" w:type="dxa"/>
        <w:tblLook w:val="04A0" w:firstRow="1" w:lastRow="0" w:firstColumn="1" w:lastColumn="0" w:noHBand="0" w:noVBand="1"/>
      </w:tblPr>
      <w:tblGrid>
        <w:gridCol w:w="440"/>
        <w:gridCol w:w="1128"/>
        <w:gridCol w:w="5945"/>
        <w:gridCol w:w="879"/>
        <w:gridCol w:w="992"/>
        <w:gridCol w:w="940"/>
      </w:tblGrid>
      <w:tr w:rsidR="0013509F" w:rsidRPr="00B82C88" w:rsidTr="005279AD"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výpočet</w:t>
            </w:r>
          </w:p>
        </w:tc>
      </w:tr>
      <w:tr w:rsidR="0013509F" w:rsidRPr="00B82C88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75A131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DVOUPLÁŠŤOVÝ DO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12,000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28,218</w:t>
            </w:r>
          </w:p>
        </w:tc>
      </w:tr>
      <w:tr w:rsidR="0013509F" w:rsidRPr="00B82C88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75A141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DVOUPLÁŠŤOVÝ PŘES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8,000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0</w:t>
            </w:r>
          </w:p>
        </w:tc>
      </w:tr>
      <w:tr w:rsidR="0013509F" w:rsidRPr="00B82C88" w:rsidTr="005279AD"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75A151</w:t>
            </w:r>
          </w:p>
        </w:tc>
        <w:tc>
          <w:tcPr>
            <w:tcW w:w="5945" w:type="dxa"/>
            <w:tcBorders>
              <w:top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SE STÍNĚNÍM DO 12 PÁRŮ - DODÁVKA</w:t>
            </w: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10,000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122,854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17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75A161</w:t>
            </w:r>
          </w:p>
        </w:tc>
        <w:tc>
          <w:tcPr>
            <w:tcW w:w="5945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SE STÍNĚNÍM PŘES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295,000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752,96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75A217</w:t>
            </w:r>
          </w:p>
        </w:tc>
        <w:tc>
          <w:tcPr>
            <w:tcW w:w="5945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DO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12,000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28,218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19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75A227</w:t>
            </w:r>
          </w:p>
        </w:tc>
        <w:tc>
          <w:tcPr>
            <w:tcW w:w="5945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PŘES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8,000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0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75A237</w:t>
            </w:r>
          </w:p>
        </w:tc>
        <w:tc>
          <w:tcPr>
            <w:tcW w:w="5945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SE STÍNĚNÍM DO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10,000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122,854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21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75A247</w:t>
            </w:r>
          </w:p>
        </w:tc>
        <w:tc>
          <w:tcPr>
            <w:tcW w:w="5945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SE STÍNĚNÍM PŘES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295,000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752,96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22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75A311</w:t>
            </w:r>
          </w:p>
        </w:tc>
        <w:tc>
          <w:tcPr>
            <w:tcW w:w="5945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KABELOVÁ FORMA (UKONČENÍ KABELŮ) PRO KABELY ZABEZPEČOVACÍ DO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70,000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100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23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75A312</w:t>
            </w:r>
          </w:p>
        </w:tc>
        <w:tc>
          <w:tcPr>
            <w:tcW w:w="5945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 xml:space="preserve">KABELOVÁ FORMA (UKONČENÍ KABELŮ) PRO KABELY </w:t>
            </w:r>
            <w:r w:rsidRPr="00B82C88">
              <w:rPr>
                <w:rFonts w:ascii="Calibri" w:eastAsia="Calibri" w:hAnsi="Calibri" w:cs="Times New Roman"/>
              </w:rPr>
              <w:lastRenderedPageBreak/>
              <w:t>ZABEZPEČOVACÍ PŘES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lastRenderedPageBreak/>
              <w:t>KUS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38,000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16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lastRenderedPageBreak/>
              <w:t>24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75A321</w:t>
            </w:r>
          </w:p>
        </w:tc>
        <w:tc>
          <w:tcPr>
            <w:tcW w:w="5945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SPOJKA ROVNÁ PRO PLASTOVÉ KABELY S JÁDRY O PRŮMĚRU 1 MM2 DO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30,000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25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75A322</w:t>
            </w:r>
          </w:p>
        </w:tc>
        <w:tc>
          <w:tcPr>
            <w:tcW w:w="5945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SPOJKA ROVNÁ PRO PLASTOVÉ KABELY S JÁDRY O PRŮMĚRU 1 MM2 PŘES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30,000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0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26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75A331</w:t>
            </w:r>
          </w:p>
        </w:tc>
        <w:tc>
          <w:tcPr>
            <w:tcW w:w="5945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SPOJKA ROVNÁ PRO PLASTOVÉ KABELY SE STÍNĚNÍM S JÁDRY O PRŮMĚRU 1 MM2 DO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10,000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72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27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75A332</w:t>
            </w:r>
          </w:p>
        </w:tc>
        <w:tc>
          <w:tcPr>
            <w:tcW w:w="5945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SPOJKA ROVNÁ PRO PLASTOVÉ KABELY SE STÍNĚNÍM S JÁDRY O PRŮMĚRU 1 MM2 PŘES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10,000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64</w:t>
            </w:r>
          </w:p>
        </w:tc>
      </w:tr>
    </w:tbl>
    <w:p w:rsidR="0013509F" w:rsidRDefault="0013509F" w:rsidP="00277CE6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Žádáme zadavatel</w:t>
      </w:r>
      <w:r>
        <w:rPr>
          <w:rFonts w:ascii="Calibri" w:eastAsia="Calibri" w:hAnsi="Calibri" w:cs="Times New Roman"/>
          <w:sz w:val="22"/>
          <w:szCs w:val="22"/>
        </w:rPr>
        <w:t xml:space="preserve">e </w:t>
      </w:r>
      <w:r w:rsidRPr="00B82C88">
        <w:rPr>
          <w:rFonts w:ascii="Calibri" w:eastAsia="Calibri" w:hAnsi="Calibri" w:cs="Times New Roman"/>
          <w:sz w:val="22"/>
          <w:szCs w:val="22"/>
        </w:rPr>
        <w:t>o prověření.</w:t>
      </w:r>
    </w:p>
    <w:p w:rsidR="005279AD" w:rsidRPr="005279AD" w:rsidRDefault="0013509F" w:rsidP="00277CE6">
      <w:pPr>
        <w:spacing w:after="0" w:line="259" w:lineRule="auto"/>
        <w:rPr>
          <w:rFonts w:eastAsia="Calibri" w:cs="Times New Roman"/>
          <w:b/>
          <w:lang w:eastAsia="cs-CZ"/>
        </w:rPr>
      </w:pPr>
      <w:r w:rsidRPr="005279AD">
        <w:rPr>
          <w:rFonts w:eastAsia="Calibri" w:cs="Times New Roman"/>
          <w:b/>
          <w:lang w:eastAsia="cs-CZ"/>
        </w:rPr>
        <w:t xml:space="preserve">0dpověď: </w:t>
      </w:r>
    </w:p>
    <w:p w:rsidR="005279AD" w:rsidRPr="005279AD" w:rsidRDefault="005279AD" w:rsidP="005279AD">
      <w:pPr>
        <w:spacing w:after="0" w:line="259" w:lineRule="auto"/>
        <w:rPr>
          <w:rFonts w:eastAsia="Calibri" w:cs="Times New Roman"/>
          <w:lang w:eastAsia="cs-CZ"/>
        </w:rPr>
      </w:pPr>
      <w:r w:rsidRPr="005279AD">
        <w:rPr>
          <w:rFonts w:eastAsia="Calibri" w:cs="Times New Roman"/>
          <w:lang w:eastAsia="cs-CZ"/>
        </w:rPr>
        <w:t>V Soupisu prací je počítáno pouze s délkou kabelů ležících v hranicích tohoto PS</w:t>
      </w:r>
      <w:r>
        <w:rPr>
          <w:rFonts w:eastAsia="Calibri" w:cs="Times New Roman"/>
          <w:lang w:eastAsia="cs-CZ"/>
        </w:rPr>
        <w:t>, přičemž ve sché</w:t>
      </w:r>
      <w:r w:rsidRPr="005279AD">
        <w:rPr>
          <w:rFonts w:eastAsia="Calibri" w:cs="Times New Roman"/>
          <w:lang w:eastAsia="cs-CZ"/>
        </w:rPr>
        <w:t>ma kabelů je u kabelu uváděna jeho celková délka a délka obsažena v tom</w:t>
      </w:r>
      <w:r>
        <w:rPr>
          <w:rFonts w:eastAsia="Calibri" w:cs="Times New Roman"/>
          <w:lang w:eastAsia="cs-CZ"/>
        </w:rPr>
        <w:t>to PS je uvedena v závorce. Sché</w:t>
      </w:r>
      <w:r w:rsidRPr="005279AD">
        <w:rPr>
          <w:rFonts w:eastAsia="Calibri" w:cs="Times New Roman"/>
          <w:lang w:eastAsia="cs-CZ"/>
        </w:rPr>
        <w:t>ma kabelů, tabulka kabelů a soupis prací byly prověřeny a uvedeny do souladu, viz přílohy.</w:t>
      </w:r>
    </w:p>
    <w:tbl>
      <w:tblPr>
        <w:tblStyle w:val="Mkatabulky3"/>
        <w:tblW w:w="10324" w:type="dxa"/>
        <w:tblInd w:w="-743" w:type="dxa"/>
        <w:tblLook w:val="04A0" w:firstRow="1" w:lastRow="0" w:firstColumn="1" w:lastColumn="0" w:noHBand="0" w:noVBand="1"/>
      </w:tblPr>
      <w:tblGrid>
        <w:gridCol w:w="440"/>
        <w:gridCol w:w="1117"/>
        <w:gridCol w:w="5751"/>
        <w:gridCol w:w="879"/>
        <w:gridCol w:w="990"/>
        <w:gridCol w:w="1147"/>
      </w:tblGrid>
      <w:tr w:rsidR="005279AD" w:rsidTr="005279AD"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Po prověření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75A131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KABEL METALICKÝ DVOUPLÁŠŤOVÝ DO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8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75A141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KABEL METALICKÝ DVOUPLÁŠŤOVÝ PŘES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vypuštěno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75A151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KABEL METALICKÝ SE STÍNĚNÍM DO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48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75A161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KABEL METALICKÝ SE STÍNĚNÍM PŘES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295,000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414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75A217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ZATAŽENÍ A SPOJKOVÁNÍ KABELŮ DO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8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75A227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ZATAŽENÍ A SPOJKOVÁNÍ KABELŮ PŘES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vypuštěno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75A237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ZATAŽENÍ A SPOJKOVÁNÍ KABELŮ SE STÍNĚNÍM DO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48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75A247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ZATAŽENÍ A SPOJKOVÁNÍ KABELŮ SE STÍNĚNÍM PŘES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295,000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414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75A311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KABELOVÁ FORMA (UKONČENÍ KABELŮ) PRO KABELY ZABEZPEČOVACÍ DO 12 PÁRŮ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70,000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88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75A312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KABELOVÁ FORMA (UKONČENÍ KABELŮ) PRO KABELY ZABEZPEČOVACÍ PŘES 12 PÁRŮ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38,000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9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75A321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SPOJKA ROVNÁ PRO PLASTOVÉ KABELY S JÁDRY O PRŮMĚRU 1 MM2 DO 12 PÁRŮ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32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75A322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SPOJKA ROVNÁ PRO PLASTOVÉ KABELY S JÁDRY O PRŮMĚRU 1 MM2 PŘES 12 PÁRŮ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vypuštěno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75A331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SPOJKA ROVNÁ PRO PLASTOVÉ KABELY SE STÍNĚNÍM S JÁDRY O PRŮMĚRU 1 MM2 DO 12 PÁRŮ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vypuštěno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75A332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Pr="005279AD" w:rsidRDefault="005279AD">
            <w:pPr>
              <w:contextualSpacing/>
              <w:rPr>
                <w:rFonts w:ascii="Calibri" w:eastAsia="Calibri" w:hAnsi="Calibri" w:cs="Times New Roman"/>
                <w:i/>
              </w:rPr>
            </w:pPr>
            <w:r w:rsidRPr="005279AD">
              <w:rPr>
                <w:rFonts w:ascii="Calibri" w:eastAsia="Calibri" w:hAnsi="Calibri" w:cs="Times New Roman"/>
                <w:i/>
              </w:rPr>
              <w:t>SPOJKA ROVNÁ PRO PLASTOVÉ KABELY SE STÍNĚNÍM S JÁDRY O PRŮMĚRU 1 MM2 PŘES 12 PÁRŮ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vypuštěno</w:t>
            </w:r>
          </w:p>
        </w:tc>
      </w:tr>
    </w:tbl>
    <w:p w:rsidR="005279AD" w:rsidRPr="005279AD" w:rsidRDefault="005279AD" w:rsidP="005279AD">
      <w:pPr>
        <w:spacing w:after="160" w:line="256" w:lineRule="auto"/>
        <w:rPr>
          <w:rFonts w:ascii="Calibri" w:eastAsia="Calibri" w:hAnsi="Calibri" w:cs="Times New Roman"/>
          <w:sz w:val="22"/>
          <w:szCs w:val="22"/>
        </w:rPr>
      </w:pPr>
      <w:r w:rsidRPr="005279AD">
        <w:rPr>
          <w:rFonts w:eastAsia="Calibri" w:cs="Times New Roman"/>
          <w:lang w:eastAsia="cs-CZ"/>
        </w:rPr>
        <w:t xml:space="preserve">Opravené části dokumentace </w:t>
      </w:r>
      <w:proofErr w:type="spellStart"/>
      <w:proofErr w:type="gramStart"/>
      <w:r w:rsidRPr="005279AD">
        <w:rPr>
          <w:rFonts w:eastAsia="Calibri" w:cs="Times New Roman"/>
          <w:lang w:eastAsia="cs-CZ"/>
        </w:rPr>
        <w:t>v.č</w:t>
      </w:r>
      <w:proofErr w:type="spellEnd"/>
      <w:r w:rsidRPr="005279AD">
        <w:rPr>
          <w:rFonts w:eastAsia="Calibri" w:cs="Times New Roman"/>
          <w:lang w:eastAsia="cs-CZ"/>
        </w:rPr>
        <w:t>.</w:t>
      </w:r>
      <w:proofErr w:type="gramEnd"/>
      <w:r w:rsidRPr="005279AD">
        <w:rPr>
          <w:rFonts w:eastAsia="Calibri" w:cs="Times New Roman"/>
          <w:lang w:eastAsia="cs-CZ"/>
        </w:rPr>
        <w:t xml:space="preserve"> 0701, 0702 a 0003 jsou přiloženy.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216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B82C88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PS 42-21-11. Byl nalezen nesoulad mezi kabelovou dokumentací a VV. Rozdíly v množství jsou patrné v následující tabulce:</w:t>
      </w:r>
    </w:p>
    <w:tbl>
      <w:tblPr>
        <w:tblStyle w:val="Mkatabulky4"/>
        <w:tblW w:w="10166" w:type="dxa"/>
        <w:tblInd w:w="-743" w:type="dxa"/>
        <w:tblLook w:val="04A0" w:firstRow="1" w:lastRow="0" w:firstColumn="1" w:lastColumn="0" w:noHBand="0" w:noVBand="1"/>
      </w:tblPr>
      <w:tblGrid>
        <w:gridCol w:w="440"/>
        <w:gridCol w:w="1129"/>
        <w:gridCol w:w="5803"/>
        <w:gridCol w:w="879"/>
        <w:gridCol w:w="992"/>
        <w:gridCol w:w="923"/>
      </w:tblGrid>
      <w:tr w:rsidR="0013509F" w:rsidRPr="00B82C88" w:rsidTr="005279AD"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nil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923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výpočet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112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75A151</w:t>
            </w:r>
          </w:p>
        </w:tc>
        <w:tc>
          <w:tcPr>
            <w:tcW w:w="5803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SE STÍNĚNÍM DO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12,000</w:t>
            </w:r>
          </w:p>
        </w:tc>
        <w:tc>
          <w:tcPr>
            <w:tcW w:w="923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44,08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19</w:t>
            </w:r>
          </w:p>
        </w:tc>
        <w:tc>
          <w:tcPr>
            <w:tcW w:w="112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75A237</w:t>
            </w:r>
          </w:p>
        </w:tc>
        <w:tc>
          <w:tcPr>
            <w:tcW w:w="5803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SE STÍNĚNÍM DO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12,000</w:t>
            </w:r>
          </w:p>
        </w:tc>
        <w:tc>
          <w:tcPr>
            <w:tcW w:w="923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44,08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22</w:t>
            </w:r>
          </w:p>
        </w:tc>
        <w:tc>
          <w:tcPr>
            <w:tcW w:w="112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75A312</w:t>
            </w:r>
          </w:p>
        </w:tc>
        <w:tc>
          <w:tcPr>
            <w:tcW w:w="5803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KABELOVÁ FORMA (UKONČENÍ KABELŮ) PRO KABELY ZABEZPEČOVACÍ PŘES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14,000</w:t>
            </w:r>
          </w:p>
        </w:tc>
        <w:tc>
          <w:tcPr>
            <w:tcW w:w="923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16</w:t>
            </w:r>
          </w:p>
        </w:tc>
      </w:tr>
    </w:tbl>
    <w:p w:rsidR="0013509F" w:rsidRDefault="0013509F" w:rsidP="00277CE6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Žádáme zadavatele o prověření.</w:t>
      </w:r>
    </w:p>
    <w:p w:rsidR="00F62937" w:rsidRDefault="00F62937" w:rsidP="00277CE6">
      <w:pPr>
        <w:spacing w:after="0" w:line="257" w:lineRule="auto"/>
        <w:rPr>
          <w:rFonts w:eastAsia="Calibri" w:cs="Times New Roman"/>
          <w:b/>
          <w:lang w:eastAsia="cs-CZ"/>
        </w:rPr>
      </w:pPr>
    </w:p>
    <w:p w:rsidR="005279AD" w:rsidRDefault="0013509F" w:rsidP="00277CE6">
      <w:pPr>
        <w:spacing w:after="0" w:line="257" w:lineRule="auto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5279AD" w:rsidRPr="005279AD" w:rsidRDefault="005279AD" w:rsidP="005279AD">
      <w:pPr>
        <w:spacing w:after="0" w:line="257" w:lineRule="auto"/>
        <w:rPr>
          <w:rFonts w:eastAsia="Calibri" w:cs="Times New Roman"/>
          <w:lang w:eastAsia="cs-CZ"/>
        </w:rPr>
      </w:pPr>
      <w:r w:rsidRPr="005279AD">
        <w:rPr>
          <w:rFonts w:eastAsia="Calibri" w:cs="Times New Roman"/>
          <w:lang w:eastAsia="cs-CZ"/>
        </w:rPr>
        <w:t>V Soupisu prací je počítáno pouze s délkou kabelů ležících v hranicích tohoto PS</w:t>
      </w:r>
      <w:r>
        <w:rPr>
          <w:rFonts w:eastAsia="Calibri" w:cs="Times New Roman"/>
          <w:lang w:eastAsia="cs-CZ"/>
        </w:rPr>
        <w:t>, přičemž ve sché</w:t>
      </w:r>
      <w:r w:rsidRPr="005279AD">
        <w:rPr>
          <w:rFonts w:eastAsia="Calibri" w:cs="Times New Roman"/>
          <w:lang w:eastAsia="cs-CZ"/>
        </w:rPr>
        <w:t>ma kabelů je u kabelu uváděna jeho celková délka a délka obsažena v tomto PS je uvedena v závo</w:t>
      </w:r>
      <w:r>
        <w:rPr>
          <w:rFonts w:eastAsia="Calibri" w:cs="Times New Roman"/>
          <w:lang w:eastAsia="cs-CZ"/>
        </w:rPr>
        <w:t>rce. Sché</w:t>
      </w:r>
      <w:r w:rsidRPr="005279AD">
        <w:rPr>
          <w:rFonts w:eastAsia="Calibri" w:cs="Times New Roman"/>
          <w:lang w:eastAsia="cs-CZ"/>
        </w:rPr>
        <w:t xml:space="preserve">ma kabelů, tabulka kabelů a soupis prací byly prověřeny a uvedeny do souladu. </w:t>
      </w:r>
    </w:p>
    <w:tbl>
      <w:tblPr>
        <w:tblStyle w:val="Mkatabulky4"/>
        <w:tblW w:w="10166" w:type="dxa"/>
        <w:tblInd w:w="-743" w:type="dxa"/>
        <w:tblLook w:val="04A0" w:firstRow="1" w:lastRow="0" w:firstColumn="1" w:lastColumn="0" w:noHBand="0" w:noVBand="1"/>
      </w:tblPr>
      <w:tblGrid>
        <w:gridCol w:w="440"/>
        <w:gridCol w:w="1118"/>
        <w:gridCol w:w="5598"/>
        <w:gridCol w:w="879"/>
        <w:gridCol w:w="984"/>
        <w:gridCol w:w="1147"/>
      </w:tblGrid>
      <w:tr w:rsidR="005279AD" w:rsidTr="005279AD"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Po prověření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75A131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 METALICKÝ DVOUPLÁŠŤOVÝ DO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2,000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vypuštěno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75A151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 METALICKÝ SE STÍNĚNÍM DO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12,000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45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75A161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 METALICKÝ SE STÍNĚNÍM PŘES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348,000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436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75A217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ZATAŽENÍ A SPOJKOVÁNÍ KABELŮ DO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2,000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vypuštěno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75A237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ZATAŽENÍ A SPOJKOVÁNÍ KABELŮ SE STÍNĚNÍM DO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12,000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45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75A247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ZATAŽENÍ A SPOJKOVÁNÍ KABELŮ SE STÍNĚNÍM PŘES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436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75A311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KABELOVÁ FORMA (UKONČENÍ KABELŮ) PRO KABELY ZABEZPEČOVACÍ DO 12 PÁRŮ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20,000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vypuštěno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75A312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KABELOVÁ FORMA (UKONČENÍ KABELŮ) PRO KABELY ZABEZPEČOVACÍ PŘES 12 PÁRŮ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14,000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vypuštěno</w:t>
            </w:r>
          </w:p>
        </w:tc>
      </w:tr>
    </w:tbl>
    <w:p w:rsidR="005279AD" w:rsidRPr="005279AD" w:rsidRDefault="005279AD" w:rsidP="005279AD">
      <w:pPr>
        <w:spacing w:after="160" w:line="256" w:lineRule="auto"/>
        <w:rPr>
          <w:rFonts w:ascii="Calibri" w:eastAsia="Calibri" w:hAnsi="Calibri" w:cs="Times New Roman"/>
          <w:sz w:val="22"/>
          <w:szCs w:val="22"/>
        </w:rPr>
      </w:pPr>
      <w:r w:rsidRPr="005279AD">
        <w:rPr>
          <w:rFonts w:eastAsia="Calibri" w:cs="Times New Roman"/>
          <w:lang w:eastAsia="cs-CZ"/>
        </w:rPr>
        <w:t xml:space="preserve">Opravené části dokumentace </w:t>
      </w:r>
      <w:proofErr w:type="spellStart"/>
      <w:proofErr w:type="gramStart"/>
      <w:r w:rsidRPr="005279AD">
        <w:rPr>
          <w:rFonts w:eastAsia="Calibri" w:cs="Times New Roman"/>
          <w:lang w:eastAsia="cs-CZ"/>
        </w:rPr>
        <w:t>v.č</w:t>
      </w:r>
      <w:proofErr w:type="spellEnd"/>
      <w:r w:rsidRPr="005279AD">
        <w:rPr>
          <w:rFonts w:eastAsia="Calibri" w:cs="Times New Roman"/>
          <w:lang w:eastAsia="cs-CZ"/>
        </w:rPr>
        <w:t>.</w:t>
      </w:r>
      <w:proofErr w:type="gramEnd"/>
      <w:r w:rsidRPr="005279AD">
        <w:rPr>
          <w:rFonts w:eastAsia="Calibri" w:cs="Times New Roman"/>
          <w:lang w:eastAsia="cs-CZ"/>
        </w:rPr>
        <w:t xml:space="preserve"> 0701, 0702 a 0003 jsou přiloženy.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217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4PS 42-21-11. V tabulce i schématu kabelů se vyskytuje kabel č. 9030 (CYKY 4x16 1160 m). Ve výkazu výměr se nevyskytují odpovídající položky pro dodávku a montáž tohoto kabelu. Žádáme zadavatele o prověření.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79AD">
        <w:rPr>
          <w:rFonts w:eastAsia="Calibri" w:cs="Times New Roman"/>
          <w:b/>
          <w:lang w:eastAsia="cs-CZ"/>
        </w:rPr>
        <w:t>Odpověď:</w:t>
      </w:r>
      <w:r w:rsidRPr="00B82C88">
        <w:rPr>
          <w:rFonts w:eastAsia="Calibri" w:cs="Times New Roman"/>
          <w:lang w:eastAsia="cs-CZ"/>
        </w:rPr>
        <w:t xml:space="preserve"> </w:t>
      </w:r>
    </w:p>
    <w:p w:rsidR="0013509F" w:rsidRPr="005279AD" w:rsidRDefault="005279AD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79AD">
        <w:rPr>
          <w:rFonts w:eastAsia="Calibri" w:cs="Times New Roman"/>
          <w:lang w:eastAsia="cs-CZ"/>
        </w:rPr>
        <w:t>Viz. Odpověď na dotaz č. 214.</w:t>
      </w:r>
    </w:p>
    <w:p w:rsidR="005279AD" w:rsidRPr="00CF6125" w:rsidRDefault="005279AD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218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B82C88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PS 43-21-01. Byl nalezen nesoulad mezi kabelovou dokumentací a VV. Rozdíly v množství jsou patrné v následující tabulce:</w:t>
      </w:r>
    </w:p>
    <w:tbl>
      <w:tblPr>
        <w:tblStyle w:val="Mkatabulky5"/>
        <w:tblW w:w="10166" w:type="dxa"/>
        <w:tblInd w:w="-743" w:type="dxa"/>
        <w:tblLook w:val="04A0" w:firstRow="1" w:lastRow="0" w:firstColumn="1" w:lastColumn="0" w:noHBand="0" w:noVBand="1"/>
      </w:tblPr>
      <w:tblGrid>
        <w:gridCol w:w="440"/>
        <w:gridCol w:w="1129"/>
        <w:gridCol w:w="5803"/>
        <w:gridCol w:w="879"/>
        <w:gridCol w:w="992"/>
        <w:gridCol w:w="923"/>
      </w:tblGrid>
      <w:tr w:rsidR="0013509F" w:rsidRPr="00B82C88" w:rsidTr="005279AD"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803" w:type="dxa"/>
            <w:tcBorders>
              <w:top w:val="nil"/>
              <w:left w:val="nil"/>
              <w:bottom w:val="nil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923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výpočet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112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75A131</w:t>
            </w:r>
          </w:p>
        </w:tc>
        <w:tc>
          <w:tcPr>
            <w:tcW w:w="5803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DVOUPLÁŠŤOVÝ DO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15,000</w:t>
            </w:r>
          </w:p>
        </w:tc>
        <w:tc>
          <w:tcPr>
            <w:tcW w:w="923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10,477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112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75A141</w:t>
            </w:r>
          </w:p>
        </w:tc>
        <w:tc>
          <w:tcPr>
            <w:tcW w:w="5803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DVOUPLÁŠŤOVÝ PŘES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10,000</w:t>
            </w:r>
          </w:p>
        </w:tc>
        <w:tc>
          <w:tcPr>
            <w:tcW w:w="923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1,52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112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75A161</w:t>
            </w:r>
          </w:p>
        </w:tc>
        <w:tc>
          <w:tcPr>
            <w:tcW w:w="5803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SE STÍNĚNÍM PŘES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215,000</w:t>
            </w:r>
          </w:p>
        </w:tc>
        <w:tc>
          <w:tcPr>
            <w:tcW w:w="923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341,62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112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75A217</w:t>
            </w:r>
          </w:p>
        </w:tc>
        <w:tc>
          <w:tcPr>
            <w:tcW w:w="5803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DO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25,000</w:t>
            </w:r>
          </w:p>
        </w:tc>
        <w:tc>
          <w:tcPr>
            <w:tcW w:w="923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10,477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15</w:t>
            </w:r>
          </w:p>
        </w:tc>
        <w:tc>
          <w:tcPr>
            <w:tcW w:w="112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75A227</w:t>
            </w:r>
          </w:p>
        </w:tc>
        <w:tc>
          <w:tcPr>
            <w:tcW w:w="5803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PŘES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10,000</w:t>
            </w:r>
          </w:p>
        </w:tc>
        <w:tc>
          <w:tcPr>
            <w:tcW w:w="923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1,52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112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75A247</w:t>
            </w:r>
          </w:p>
        </w:tc>
        <w:tc>
          <w:tcPr>
            <w:tcW w:w="5803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SE STÍNĚNÍM PŘES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215,000</w:t>
            </w:r>
          </w:p>
        </w:tc>
        <w:tc>
          <w:tcPr>
            <w:tcW w:w="923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341,62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17</w:t>
            </w:r>
          </w:p>
        </w:tc>
        <w:tc>
          <w:tcPr>
            <w:tcW w:w="112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75A311</w:t>
            </w:r>
          </w:p>
        </w:tc>
        <w:tc>
          <w:tcPr>
            <w:tcW w:w="5803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KABELOVÁ FORMA (UKONČENÍ KABELŮ) PRO KABELY ZABEZPEČOVACÍ DO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42,000</w:t>
            </w:r>
          </w:p>
        </w:tc>
        <w:tc>
          <w:tcPr>
            <w:tcW w:w="923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36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112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75A312</w:t>
            </w:r>
          </w:p>
        </w:tc>
        <w:tc>
          <w:tcPr>
            <w:tcW w:w="5803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KABELOVÁ FORMA (UKONČENÍ KABELŮ) PRO KABELY ZABEZPEČOVACÍ PŘES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31,000</w:t>
            </w:r>
          </w:p>
        </w:tc>
        <w:tc>
          <w:tcPr>
            <w:tcW w:w="923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24</w:t>
            </w:r>
          </w:p>
        </w:tc>
      </w:tr>
    </w:tbl>
    <w:p w:rsidR="0013509F" w:rsidRPr="00B82C88" w:rsidRDefault="0013509F" w:rsidP="00277CE6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Žádáme zadavatele o prověření.</w:t>
      </w:r>
    </w:p>
    <w:p w:rsidR="005279AD" w:rsidRDefault="0013509F" w:rsidP="00277C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5279AD" w:rsidRPr="005279AD" w:rsidRDefault="005279AD" w:rsidP="005279A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79AD">
        <w:rPr>
          <w:rFonts w:eastAsia="Calibri" w:cs="Times New Roman"/>
          <w:lang w:eastAsia="cs-CZ"/>
        </w:rPr>
        <w:t>V Soupisu prací je počítáno pouze s délkou kabelů ležících v hranicích tohoto PS</w:t>
      </w:r>
      <w:r>
        <w:rPr>
          <w:rFonts w:eastAsia="Calibri" w:cs="Times New Roman"/>
          <w:lang w:eastAsia="cs-CZ"/>
        </w:rPr>
        <w:t>, přičemž ve sché</w:t>
      </w:r>
      <w:r w:rsidRPr="005279AD">
        <w:rPr>
          <w:rFonts w:eastAsia="Calibri" w:cs="Times New Roman"/>
          <w:lang w:eastAsia="cs-CZ"/>
        </w:rPr>
        <w:t>ma kabelů je u kabelu uváděna jeho celková délka a délka obsažena v tom</w:t>
      </w:r>
      <w:r>
        <w:rPr>
          <w:rFonts w:eastAsia="Calibri" w:cs="Times New Roman"/>
          <w:lang w:eastAsia="cs-CZ"/>
        </w:rPr>
        <w:t>to PS je uvedena v závorce. Sché</w:t>
      </w:r>
      <w:r w:rsidRPr="005279AD">
        <w:rPr>
          <w:rFonts w:eastAsia="Calibri" w:cs="Times New Roman"/>
          <w:lang w:eastAsia="cs-CZ"/>
        </w:rPr>
        <w:t>ma kabelů, tabulka kabelů a soupis prací byly p</w:t>
      </w:r>
      <w:r>
        <w:rPr>
          <w:rFonts w:eastAsia="Calibri" w:cs="Times New Roman"/>
          <w:lang w:eastAsia="cs-CZ"/>
        </w:rPr>
        <w:t>rověřeny a uvedeny do souladu,</w:t>
      </w:r>
      <w:r w:rsidRPr="005279AD">
        <w:rPr>
          <w:rFonts w:eastAsia="Calibri" w:cs="Times New Roman"/>
          <w:lang w:eastAsia="cs-CZ"/>
        </w:rPr>
        <w:t xml:space="preserve"> viz přílohy.</w:t>
      </w:r>
    </w:p>
    <w:p w:rsidR="005279AD" w:rsidRDefault="005279AD" w:rsidP="005279A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tbl>
      <w:tblPr>
        <w:tblStyle w:val="Mkatabulky5"/>
        <w:tblW w:w="10166" w:type="dxa"/>
        <w:tblInd w:w="-743" w:type="dxa"/>
        <w:tblLook w:val="04A0" w:firstRow="1" w:lastRow="0" w:firstColumn="1" w:lastColumn="0" w:noHBand="0" w:noVBand="1"/>
      </w:tblPr>
      <w:tblGrid>
        <w:gridCol w:w="440"/>
        <w:gridCol w:w="1121"/>
        <w:gridCol w:w="5650"/>
        <w:gridCol w:w="879"/>
        <w:gridCol w:w="990"/>
        <w:gridCol w:w="1086"/>
      </w:tblGrid>
      <w:tr w:rsidR="005279AD" w:rsidTr="005279AD"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650" w:type="dxa"/>
            <w:tcBorders>
              <w:top w:val="nil"/>
              <w:left w:val="nil"/>
              <w:bottom w:val="nil"/>
              <w:right w:val="nil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Po prověření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75A131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 METALICKÝ DVOUPLÁŠŤOVÝ DO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15,000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11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75A141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 METALICKÝ DVOUPLÁŠŤOVÝ PŘES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10,000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lastRenderedPageBreak/>
              <w:t>16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75A161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 METALICKÝ SE STÍNĚNÍM PŘES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215,000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140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75A217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ZATAŽENÍ A SPOJKOVÁNÍ KABELŮ DO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25,000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11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75A227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ZATAŽENÍ A SPOJKOVÁNÍ KABELŮ PŘES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10,000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75A247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ZATAŽENÍ A SPOJKOVÁNÍ KABELŮ SE STÍNĚNÍM PŘES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215,000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140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75A311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KABELOVÁ FORMA (UKONČENÍ KABELŮ) PRO KABELY ZABEZPEČOVACÍ DO 12 PÁRŮ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42,000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36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75A312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KABELOVÁ FORMA (UKONČENÍ KABELŮ) PRO KABELY ZABEZPEČOVACÍ PŘES 12 PÁRŮ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jc w:val="right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31,000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18</w:t>
            </w:r>
          </w:p>
        </w:tc>
      </w:tr>
    </w:tbl>
    <w:p w:rsidR="005279AD" w:rsidRPr="005279AD" w:rsidRDefault="005279AD" w:rsidP="005279A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79AD">
        <w:rPr>
          <w:rFonts w:eastAsia="Calibri" w:cs="Times New Roman"/>
          <w:lang w:eastAsia="cs-CZ"/>
        </w:rPr>
        <w:t xml:space="preserve">Opravené části dokumentace </w:t>
      </w:r>
      <w:proofErr w:type="spellStart"/>
      <w:proofErr w:type="gramStart"/>
      <w:r w:rsidRPr="005279AD">
        <w:rPr>
          <w:rFonts w:eastAsia="Calibri" w:cs="Times New Roman"/>
          <w:lang w:eastAsia="cs-CZ"/>
        </w:rPr>
        <w:t>v.č</w:t>
      </w:r>
      <w:proofErr w:type="spellEnd"/>
      <w:r w:rsidRPr="005279AD">
        <w:rPr>
          <w:rFonts w:eastAsia="Calibri" w:cs="Times New Roman"/>
          <w:lang w:eastAsia="cs-CZ"/>
        </w:rPr>
        <w:t>.</w:t>
      </w:r>
      <w:proofErr w:type="gramEnd"/>
      <w:r w:rsidRPr="005279AD">
        <w:rPr>
          <w:rFonts w:eastAsia="Calibri" w:cs="Times New Roman"/>
          <w:lang w:eastAsia="cs-CZ"/>
        </w:rPr>
        <w:t xml:space="preserve"> 0701, 0702 a 0003 jsou přiloženy.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219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B82C88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PS 44-21-11. Byl nalezen nesoulad mezi kabelovou dokumentací a VV. Rozdíly v množství jsou patrné v následující tabulce:</w:t>
      </w:r>
    </w:p>
    <w:tbl>
      <w:tblPr>
        <w:tblStyle w:val="Mkatabulky6"/>
        <w:tblW w:w="10183" w:type="dxa"/>
        <w:tblInd w:w="-743" w:type="dxa"/>
        <w:tblLook w:val="04A0" w:firstRow="1" w:lastRow="0" w:firstColumn="1" w:lastColumn="0" w:noHBand="0" w:noVBand="1"/>
      </w:tblPr>
      <w:tblGrid>
        <w:gridCol w:w="440"/>
        <w:gridCol w:w="1128"/>
        <w:gridCol w:w="5804"/>
        <w:gridCol w:w="879"/>
        <w:gridCol w:w="992"/>
        <w:gridCol w:w="940"/>
      </w:tblGrid>
      <w:tr w:rsidR="0013509F" w:rsidRPr="00B82C88" w:rsidTr="005279AD"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výpočet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15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75A131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DVOUPLÁŠŤOVÝ DO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4,815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75A141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DVOUPLÁŠŤOVÝ PŘES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8,000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11,976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17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75A151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SE STÍNĚNÍM DO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87,000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73,348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75A161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SE STÍNĚNÍM PŘES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345,000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561,932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19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75A217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DO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4,815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75A227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PŘES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8,000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11,976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21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75A237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SE STÍNĚNÍM DO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87,000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73,348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22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75A247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SE STÍNĚNÍM PŘES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345,000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561,932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23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75A311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KABELOVÁ FORMA (UKONČENÍ KABELŮ) PRO KABELY ZABEZPEČOVACÍ DO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22,0000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40</w:t>
            </w:r>
          </w:p>
        </w:tc>
      </w:tr>
      <w:tr w:rsidR="0013509F" w:rsidRPr="00B82C88" w:rsidTr="005279AD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24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75A312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KABELOVÁ FORMA (UKONČENÍ KABELŮ) PRO KABELY ZABEZPEČOVACÍ PŘES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30,000</w:t>
            </w:r>
          </w:p>
        </w:tc>
        <w:tc>
          <w:tcPr>
            <w:tcW w:w="940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32</w:t>
            </w:r>
          </w:p>
        </w:tc>
      </w:tr>
    </w:tbl>
    <w:p w:rsidR="0013509F" w:rsidRPr="00B82C88" w:rsidRDefault="0013509F" w:rsidP="00277CE6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Žádáme zadavatele o prověření.</w:t>
      </w:r>
    </w:p>
    <w:p w:rsidR="005279AD" w:rsidRDefault="0013509F" w:rsidP="00277C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5279AD" w:rsidRPr="005279AD" w:rsidRDefault="005279AD" w:rsidP="005279A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79AD">
        <w:rPr>
          <w:rFonts w:eastAsia="Calibri" w:cs="Times New Roman"/>
          <w:lang w:eastAsia="cs-CZ"/>
        </w:rPr>
        <w:t>V Soupisu prací je počítáno pouze s délkou kabelů ležících v hranicích tohoto PS</w:t>
      </w:r>
      <w:r>
        <w:rPr>
          <w:rFonts w:eastAsia="Calibri" w:cs="Times New Roman"/>
          <w:lang w:eastAsia="cs-CZ"/>
        </w:rPr>
        <w:t>, přičemž ve sché</w:t>
      </w:r>
      <w:r w:rsidRPr="005279AD">
        <w:rPr>
          <w:rFonts w:eastAsia="Calibri" w:cs="Times New Roman"/>
          <w:lang w:eastAsia="cs-CZ"/>
        </w:rPr>
        <w:t>ma kabelů je u kabelu uváděna jeho celková délka a délka obsažena v tomto PS je uvedena v z</w:t>
      </w:r>
      <w:r w:rsidR="00CD29C6">
        <w:rPr>
          <w:rFonts w:eastAsia="Calibri" w:cs="Times New Roman"/>
          <w:lang w:eastAsia="cs-CZ"/>
        </w:rPr>
        <w:t>ávorce. Sché</w:t>
      </w:r>
      <w:r w:rsidRPr="005279AD">
        <w:rPr>
          <w:rFonts w:eastAsia="Calibri" w:cs="Times New Roman"/>
          <w:lang w:eastAsia="cs-CZ"/>
        </w:rPr>
        <w:t>ma kabelů, tabulka kabelů a soupis prací byly prověřeny a uvedeny do souladu, viz přílohy.</w:t>
      </w:r>
    </w:p>
    <w:tbl>
      <w:tblPr>
        <w:tblStyle w:val="Mkatabulky6"/>
        <w:tblW w:w="10183" w:type="dxa"/>
        <w:tblInd w:w="-743" w:type="dxa"/>
        <w:tblLook w:val="04A0" w:firstRow="1" w:lastRow="0" w:firstColumn="1" w:lastColumn="0" w:noHBand="0" w:noVBand="1"/>
      </w:tblPr>
      <w:tblGrid>
        <w:gridCol w:w="441"/>
        <w:gridCol w:w="1120"/>
        <w:gridCol w:w="5667"/>
        <w:gridCol w:w="879"/>
        <w:gridCol w:w="990"/>
        <w:gridCol w:w="1086"/>
      </w:tblGrid>
      <w:tr w:rsidR="005279AD" w:rsidTr="005279AD"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Po prověření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75A131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 METALICKÝ DVOUPLÁŠŤOVÝ DO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5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75A141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 METALICKÝ DVOUPLÁŠŤOVÝ PŘES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12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75A151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 METALICKÝ SE STÍNĚNÍM DO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87,000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50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75A161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 METALICKÝ SE STÍNĚNÍM PŘES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345,000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255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75A217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ZATAŽENÍ A SPOJKOVÁNÍ KABELŮ DO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5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75A227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ZATAŽENÍ A SPOJKOVÁNÍ KABELŮ PŘES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12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75A237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ZATAŽENÍ A SPOJKOVÁNÍ KABELŮ SE STÍNĚNÍM DO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87,000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50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75A247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ZATAŽENÍ A SPOJKOVÁNÍ KABELŮ SE STÍNĚNÍM PŘES 12 PÁRŮ - MONTÁŽ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345,000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255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75A311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KABELOVÁ FORMA (UKONČENÍ KABELŮ) PRO KABELY ZABEZPEČOVACÍ DO 12 PÁRŮ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22,0000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36</w:t>
            </w:r>
          </w:p>
        </w:tc>
      </w:tr>
      <w:tr w:rsidR="005279AD" w:rsidTr="005279AD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75A312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KABELOVÁ FORMA (UKONČENÍ KABELŮ) PRO KABELY ZABEZPEČOVACÍ PŘES 12 PÁRŮ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vAlign w:val="center"/>
            <w:hideMark/>
          </w:tcPr>
          <w:p w:rsidR="005279AD" w:rsidRDefault="005279A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30,000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D" w:rsidRDefault="005279AD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28</w:t>
            </w:r>
          </w:p>
        </w:tc>
      </w:tr>
    </w:tbl>
    <w:p w:rsidR="00C00FB2" w:rsidRPr="00CD29C6" w:rsidRDefault="00CD29C6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Opravené části dokumentace v</w:t>
      </w:r>
      <w:r w:rsidR="005279AD" w:rsidRPr="00CD29C6">
        <w:rPr>
          <w:rFonts w:eastAsia="Calibri" w:cs="Times New Roman"/>
          <w:lang w:eastAsia="cs-CZ"/>
        </w:rPr>
        <w:t>č. 0701, 0702 a 0003 jsou přiloženy.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220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 xml:space="preserve">PS 44-21-11. V tabulce i schématu kabelů se vyskytují tyto kabely: 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AYKY 4x35 v celkové délce 8113m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CYKY 10x16 v celkové délce 499 m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Ve výkazu výměr se nevyskytují odpovídající položky pro dodávku a montáž. Žádáme zadavatele o prověření.</w:t>
      </w:r>
    </w:p>
    <w:p w:rsidR="00CD29C6" w:rsidRDefault="0013509F" w:rsidP="00CD29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CD29C6" w:rsidRPr="00C00FB2" w:rsidRDefault="00CD29C6" w:rsidP="00CD29C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00FB2">
        <w:rPr>
          <w:rFonts w:eastAsia="Calibri" w:cs="Times New Roman"/>
          <w:lang w:eastAsia="cs-CZ"/>
        </w:rPr>
        <w:t>Jedná se o napájecí kabel k přejezdům (AYKY) a kabely k pohonům závor (CYKY 4 x 10 nebo 16 mm2). Odpovídající položky jsou č. 15 „KABEL NN ČTYŘ- A PĚTIŽÍLOVÝ CU S PLASTOVOU IZOLACÍ OD 4 DO 16 MM2“ a č. 16 „KABEL NN ČTYŘ- A PĚTIŽÍLOVÝ AL S PLASTOVOU IZOLACÍ OD 25 DO 50 MM2“</w:t>
      </w:r>
      <w:r w:rsidR="00C00FB2">
        <w:rPr>
          <w:rFonts w:eastAsia="Calibri" w:cs="Times New Roman"/>
          <w:lang w:eastAsia="cs-CZ"/>
        </w:rPr>
        <w:t>, které byly po prověře</w:t>
      </w:r>
      <w:r w:rsidRPr="00C00FB2">
        <w:rPr>
          <w:rFonts w:eastAsia="Calibri" w:cs="Times New Roman"/>
          <w:lang w:eastAsia="cs-CZ"/>
        </w:rPr>
        <w:t xml:space="preserve">ní doplněny ještě o položky pro ukončení kabelů a jejich zatažení (č. 17-19) a byla prověřena jejich výměra. AYKY 4x35 3303 m, CYKY 4x10/16 499 </w:t>
      </w:r>
      <w:r w:rsidR="00C00FB2">
        <w:rPr>
          <w:rFonts w:eastAsia="Calibri" w:cs="Times New Roman"/>
          <w:lang w:eastAsia="cs-CZ"/>
        </w:rPr>
        <w:t>m. Opravené části dokumentace v</w:t>
      </w:r>
      <w:r w:rsidRPr="00C00FB2">
        <w:rPr>
          <w:rFonts w:eastAsia="Calibri" w:cs="Times New Roman"/>
          <w:lang w:eastAsia="cs-CZ"/>
        </w:rPr>
        <w:t>č. 0701, 0702 a 0003 jsou přiloženy.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221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B82C88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PS 45-21-01. V tabulce i ve schématu kabelů byl nalezen dvojí výskyt některých kabelů dle níže uvedeného: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099"/>
        <w:gridCol w:w="846"/>
        <w:gridCol w:w="812"/>
        <w:gridCol w:w="2505"/>
        <w:gridCol w:w="2598"/>
      </w:tblGrid>
      <w:tr w:rsidR="0013509F" w:rsidRPr="00B82C88" w:rsidTr="005279AD">
        <w:trPr>
          <w:trHeight w:val="25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2506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B82C88">
              <w:rPr>
                <w:rFonts w:ascii="Arial" w:eastAsia="Times New Roman" w:hAnsi="Arial" w:cs="Arial"/>
                <w:lang w:eastAsia="cs-CZ"/>
              </w:rPr>
              <w:t>ZE</w:t>
            </w:r>
            <w:proofErr w:type="gramEnd"/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24p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592 m</w:t>
            </w:r>
          </w:p>
        </w:tc>
        <w:tc>
          <w:tcPr>
            <w:tcW w:w="2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SÚ</w:t>
            </w:r>
          </w:p>
        </w:tc>
        <w:tc>
          <w:tcPr>
            <w:tcW w:w="2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KO13</w:t>
            </w:r>
          </w:p>
        </w:tc>
      </w:tr>
      <w:tr w:rsidR="0013509F" w:rsidRPr="00B82C88" w:rsidTr="005279AD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2506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B82C88">
              <w:rPr>
                <w:rFonts w:ascii="Arial" w:eastAsia="Times New Roman" w:hAnsi="Arial" w:cs="Arial"/>
                <w:lang w:eastAsia="cs-CZ"/>
              </w:rPr>
              <w:t>ZE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24p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632 m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SÚ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KO14</w:t>
            </w:r>
          </w:p>
        </w:tc>
      </w:tr>
      <w:tr w:rsidR="0013509F" w:rsidRPr="00B82C88" w:rsidTr="005279AD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3507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B82C88">
              <w:rPr>
                <w:rFonts w:ascii="Arial" w:eastAsia="Times New Roman" w:hAnsi="Arial" w:cs="Arial"/>
                <w:lang w:eastAsia="cs-CZ"/>
              </w:rPr>
              <w:t>ZE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7p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1038 m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SÚ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KO5</w:t>
            </w:r>
          </w:p>
        </w:tc>
      </w:tr>
      <w:tr w:rsidR="0013509F" w:rsidRPr="00B82C88" w:rsidTr="005279AD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3507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B82C88">
              <w:rPr>
                <w:rFonts w:ascii="Arial" w:eastAsia="Times New Roman" w:hAnsi="Arial" w:cs="Arial"/>
                <w:lang w:eastAsia="cs-CZ"/>
              </w:rPr>
              <w:t>ZE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7p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898 m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SÚ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KO4</w:t>
            </w:r>
          </w:p>
        </w:tc>
      </w:tr>
      <w:tr w:rsidR="0013509F" w:rsidRPr="00B82C88" w:rsidTr="005279AD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4032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EY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3p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144 m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KO11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V41</w:t>
            </w:r>
          </w:p>
        </w:tc>
      </w:tr>
      <w:tr w:rsidR="0013509F" w:rsidRPr="00B82C88" w:rsidTr="005279AD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4032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EY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3p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148 m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SÚ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PB55</w:t>
            </w:r>
          </w:p>
        </w:tc>
      </w:tr>
      <w:tr w:rsidR="0013509F" w:rsidRPr="00B82C88" w:rsidTr="005279AD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4034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EY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3p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60 m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KO11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PB50</w:t>
            </w:r>
          </w:p>
        </w:tc>
      </w:tr>
      <w:tr w:rsidR="0013509F" w:rsidRPr="00B82C88" w:rsidTr="005279AD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4034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EY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3p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162 m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SÚ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PB52</w:t>
            </w:r>
          </w:p>
        </w:tc>
      </w:tr>
    </w:tbl>
    <w:p w:rsidR="00C00FB2" w:rsidRDefault="0013509F" w:rsidP="00C00FB2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Žádáme zadavatele o prověření.</w:t>
      </w:r>
    </w:p>
    <w:p w:rsidR="00C00FB2" w:rsidRDefault="0013509F" w:rsidP="00C00FB2">
      <w:pPr>
        <w:spacing w:after="0" w:line="259" w:lineRule="auto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13509F" w:rsidRPr="00C00FB2" w:rsidRDefault="00C00FB2" w:rsidP="00C00FB2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C00FB2">
        <w:rPr>
          <w:rFonts w:eastAsia="Calibri" w:cs="Times New Roman"/>
          <w:lang w:eastAsia="cs-CZ"/>
        </w:rPr>
        <w:t>Nejedná se o duplicitní kabely, došlo pou</w:t>
      </w:r>
      <w:r>
        <w:rPr>
          <w:rFonts w:eastAsia="Calibri" w:cs="Times New Roman"/>
          <w:lang w:eastAsia="cs-CZ"/>
        </w:rPr>
        <w:t>ze k nesprávnému číslování. Sché</w:t>
      </w:r>
      <w:r w:rsidRPr="00C00FB2">
        <w:rPr>
          <w:rFonts w:eastAsia="Calibri" w:cs="Times New Roman"/>
          <w:lang w:eastAsia="cs-CZ"/>
        </w:rPr>
        <w:t>ma kabelů i tabulky kabelů byly opraveny, viz přílohy.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222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Pr="00B82C88" w:rsidRDefault="0013509F" w:rsidP="0013509F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PS 45-21-01. V tabulce kabelů je dvojí výskyt kabelu č. 8901, dle níže uvedeného: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100"/>
        <w:gridCol w:w="840"/>
        <w:gridCol w:w="817"/>
        <w:gridCol w:w="2503"/>
        <w:gridCol w:w="2600"/>
      </w:tblGrid>
      <w:tr w:rsidR="0013509F" w:rsidRPr="00B82C88" w:rsidTr="005279AD">
        <w:trPr>
          <w:trHeight w:val="25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8901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B82C88">
              <w:rPr>
                <w:rFonts w:ascii="Arial" w:eastAsia="Times New Roman" w:hAnsi="Arial" w:cs="Arial"/>
                <w:lang w:eastAsia="cs-CZ"/>
              </w:rPr>
              <w:t>ZE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24p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1265 m</w:t>
            </w:r>
          </w:p>
        </w:tc>
        <w:tc>
          <w:tcPr>
            <w:tcW w:w="2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SÚ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RD KM 291,776</w:t>
            </w:r>
          </w:p>
        </w:tc>
      </w:tr>
      <w:tr w:rsidR="0013509F" w:rsidRPr="00B82C88" w:rsidTr="005279AD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8901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B82C88">
              <w:rPr>
                <w:rFonts w:ascii="Arial" w:eastAsia="Times New Roman" w:hAnsi="Arial" w:cs="Arial"/>
                <w:lang w:eastAsia="cs-CZ"/>
              </w:rPr>
              <w:t>ZE</w:t>
            </w:r>
            <w:proofErr w:type="gram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24p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1265 m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SÚ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RD KM 291,776</w:t>
            </w:r>
          </w:p>
        </w:tc>
      </w:tr>
    </w:tbl>
    <w:p w:rsidR="0013509F" w:rsidRPr="00B82C88" w:rsidRDefault="0013509F" w:rsidP="00C00FB2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Ve schématu kabelů je tento kabel pouze jednou. Žádáme zadavatele o prověření.</w:t>
      </w:r>
    </w:p>
    <w:p w:rsidR="00C00FB2" w:rsidRDefault="0013509F" w:rsidP="00C00FB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C00FB2" w:rsidRDefault="00C00FB2" w:rsidP="00C00FB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00FB2">
        <w:rPr>
          <w:rFonts w:eastAsia="Calibri" w:cs="Times New Roman"/>
          <w:lang w:eastAsia="cs-CZ"/>
        </w:rPr>
        <w:t>Jedná se o duplicitní kabel (řádek v tabulce). Tabulka kabelů byla opravena, viz přílohy.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277CE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223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Pr="00B82C88" w:rsidRDefault="0013509F" w:rsidP="00277CE6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PS 45-21-01. Byl nalezen nesoulad mezi kabelovou dokumentací a VV. Rozdíly v množství jsou patrné v následující tabulce, ve které jsou uvedená množství včetně kabelů s dvojím</w:t>
      </w:r>
      <w:r w:rsidR="009C324E">
        <w:rPr>
          <w:rFonts w:ascii="Calibri" w:eastAsia="Calibri" w:hAnsi="Calibri" w:cs="Times New Roman"/>
          <w:sz w:val="22"/>
          <w:szCs w:val="22"/>
        </w:rPr>
        <w:t xml:space="preserve"> výskytem (viz předchozí dotaz):</w:t>
      </w:r>
    </w:p>
    <w:p w:rsidR="009C324E" w:rsidRPr="00F62937" w:rsidRDefault="009C324E" w:rsidP="00F62937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Žádáme zadavatele o prověření.</w:t>
      </w:r>
    </w:p>
    <w:p w:rsidR="009C324E" w:rsidRDefault="009C324E" w:rsidP="00F62937">
      <w:pPr>
        <w:spacing w:after="0" w:line="259" w:lineRule="auto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O</w:t>
      </w:r>
      <w:r w:rsidRPr="009C324E">
        <w:rPr>
          <w:rFonts w:eastAsia="Calibri" w:cs="Times New Roman"/>
          <w:b/>
          <w:lang w:eastAsia="cs-CZ"/>
        </w:rPr>
        <w:t xml:space="preserve">dpověď: </w:t>
      </w:r>
    </w:p>
    <w:p w:rsidR="009C324E" w:rsidRPr="009C324E" w:rsidRDefault="009C324E" w:rsidP="009C324E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9C324E">
        <w:rPr>
          <w:rFonts w:eastAsia="Calibri" w:cs="Times New Roman"/>
          <w:lang w:eastAsia="cs-CZ"/>
        </w:rPr>
        <w:t>V Soupisu prací je počítáno pouze s délkou kabelů ležících v hranicích tohoto PS</w:t>
      </w:r>
      <w:r>
        <w:rPr>
          <w:rFonts w:eastAsia="Calibri" w:cs="Times New Roman"/>
          <w:lang w:eastAsia="cs-CZ"/>
        </w:rPr>
        <w:t>, přičemž ve sché</w:t>
      </w:r>
      <w:r w:rsidRPr="009C324E">
        <w:rPr>
          <w:rFonts w:eastAsia="Calibri" w:cs="Times New Roman"/>
          <w:lang w:eastAsia="cs-CZ"/>
        </w:rPr>
        <w:t>ma kabelů je u kabelu uváděna jeho celková délka a délka obsažena v tom</w:t>
      </w:r>
      <w:r>
        <w:rPr>
          <w:rFonts w:eastAsia="Calibri" w:cs="Times New Roman"/>
          <w:lang w:eastAsia="cs-CZ"/>
        </w:rPr>
        <w:t>to PS je uvedena v závorce. Sché</w:t>
      </w:r>
      <w:r w:rsidRPr="009C324E">
        <w:rPr>
          <w:rFonts w:eastAsia="Calibri" w:cs="Times New Roman"/>
          <w:lang w:eastAsia="cs-CZ"/>
        </w:rPr>
        <w:t>ma kabelů, tabulka kabelů a soupis prací byly prověřeny a uvedeny do souladu.</w:t>
      </w:r>
    </w:p>
    <w:tbl>
      <w:tblPr>
        <w:tblStyle w:val="Mkatabulky6"/>
        <w:tblW w:w="10183" w:type="dxa"/>
        <w:tblInd w:w="-743" w:type="dxa"/>
        <w:tblLook w:val="04A0" w:firstRow="1" w:lastRow="0" w:firstColumn="1" w:lastColumn="0" w:noHBand="0" w:noVBand="1"/>
      </w:tblPr>
      <w:tblGrid>
        <w:gridCol w:w="440"/>
        <w:gridCol w:w="1117"/>
        <w:gridCol w:w="5609"/>
        <w:gridCol w:w="879"/>
        <w:gridCol w:w="1052"/>
        <w:gridCol w:w="1086"/>
      </w:tblGrid>
      <w:tr w:rsidR="009C324E" w:rsidRPr="00B82C88" w:rsidTr="0002244A"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052" w:type="dxa"/>
            <w:tcBorders>
              <w:left w:val="single" w:sz="4" w:space="0" w:color="auto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1086" w:type="dxa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Po prověření</w:t>
            </w:r>
          </w:p>
        </w:tc>
      </w:tr>
      <w:tr w:rsidR="009C324E" w:rsidRPr="00B82C88" w:rsidTr="0002244A">
        <w:tc>
          <w:tcPr>
            <w:tcW w:w="440" w:type="dxa"/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20</w:t>
            </w:r>
          </w:p>
        </w:tc>
        <w:tc>
          <w:tcPr>
            <w:tcW w:w="1117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75A131</w:t>
            </w:r>
          </w:p>
        </w:tc>
        <w:tc>
          <w:tcPr>
            <w:tcW w:w="5609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DVOUPLÁŠŤOVÝ DO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1052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75,000</w:t>
            </w:r>
          </w:p>
        </w:tc>
        <w:tc>
          <w:tcPr>
            <w:tcW w:w="1086" w:type="dxa"/>
          </w:tcPr>
          <w:p w:rsidR="009C324E" w:rsidRPr="009C5C40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92</w:t>
            </w:r>
          </w:p>
        </w:tc>
      </w:tr>
      <w:tr w:rsidR="009C324E" w:rsidRPr="00B82C88" w:rsidTr="0002244A">
        <w:tc>
          <w:tcPr>
            <w:tcW w:w="440" w:type="dxa"/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21</w:t>
            </w:r>
          </w:p>
        </w:tc>
        <w:tc>
          <w:tcPr>
            <w:tcW w:w="1117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75A141</w:t>
            </w:r>
          </w:p>
        </w:tc>
        <w:tc>
          <w:tcPr>
            <w:tcW w:w="5609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DVOUPLÁŠŤOVÝ PŘES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1052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112,000</w:t>
            </w:r>
          </w:p>
        </w:tc>
        <w:tc>
          <w:tcPr>
            <w:tcW w:w="1086" w:type="dxa"/>
          </w:tcPr>
          <w:p w:rsidR="009C324E" w:rsidRPr="009C5C40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75</w:t>
            </w:r>
          </w:p>
        </w:tc>
      </w:tr>
      <w:tr w:rsidR="009C324E" w:rsidRPr="00B82C88" w:rsidTr="0002244A">
        <w:tc>
          <w:tcPr>
            <w:tcW w:w="440" w:type="dxa"/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22</w:t>
            </w:r>
          </w:p>
        </w:tc>
        <w:tc>
          <w:tcPr>
            <w:tcW w:w="1117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75A151</w:t>
            </w:r>
          </w:p>
        </w:tc>
        <w:tc>
          <w:tcPr>
            <w:tcW w:w="5609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SE STÍNĚNÍM DO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1052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341,000</w:t>
            </w:r>
          </w:p>
        </w:tc>
        <w:tc>
          <w:tcPr>
            <w:tcW w:w="1086" w:type="dxa"/>
          </w:tcPr>
          <w:p w:rsidR="009C324E" w:rsidRPr="009C5C40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279</w:t>
            </w:r>
          </w:p>
        </w:tc>
      </w:tr>
      <w:tr w:rsidR="009C324E" w:rsidRPr="00B82C88" w:rsidTr="0002244A">
        <w:tc>
          <w:tcPr>
            <w:tcW w:w="440" w:type="dxa"/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23</w:t>
            </w:r>
          </w:p>
        </w:tc>
        <w:tc>
          <w:tcPr>
            <w:tcW w:w="1117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75A161</w:t>
            </w:r>
          </w:p>
        </w:tc>
        <w:tc>
          <w:tcPr>
            <w:tcW w:w="5609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SE STÍNĚNÍM PŘES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1052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1051,000</w:t>
            </w:r>
          </w:p>
        </w:tc>
        <w:tc>
          <w:tcPr>
            <w:tcW w:w="1086" w:type="dxa"/>
          </w:tcPr>
          <w:p w:rsidR="009C324E" w:rsidRPr="009C5C40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898</w:t>
            </w:r>
          </w:p>
        </w:tc>
      </w:tr>
      <w:tr w:rsidR="009C324E" w:rsidRPr="00B82C88" w:rsidTr="0002244A">
        <w:tc>
          <w:tcPr>
            <w:tcW w:w="440" w:type="dxa"/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24</w:t>
            </w:r>
          </w:p>
        </w:tc>
        <w:tc>
          <w:tcPr>
            <w:tcW w:w="1117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75A217</w:t>
            </w:r>
          </w:p>
        </w:tc>
        <w:tc>
          <w:tcPr>
            <w:tcW w:w="5609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DO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1052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75,000</w:t>
            </w:r>
          </w:p>
        </w:tc>
        <w:tc>
          <w:tcPr>
            <w:tcW w:w="1086" w:type="dxa"/>
          </w:tcPr>
          <w:p w:rsidR="009C324E" w:rsidRPr="009C5C40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92</w:t>
            </w:r>
          </w:p>
        </w:tc>
      </w:tr>
      <w:tr w:rsidR="009C324E" w:rsidRPr="00B82C88" w:rsidTr="0002244A">
        <w:tc>
          <w:tcPr>
            <w:tcW w:w="440" w:type="dxa"/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lastRenderedPageBreak/>
              <w:t>25</w:t>
            </w:r>
          </w:p>
        </w:tc>
        <w:tc>
          <w:tcPr>
            <w:tcW w:w="1117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75A227</w:t>
            </w:r>
          </w:p>
        </w:tc>
        <w:tc>
          <w:tcPr>
            <w:tcW w:w="5609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PŘES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1052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112,000</w:t>
            </w:r>
          </w:p>
        </w:tc>
        <w:tc>
          <w:tcPr>
            <w:tcW w:w="1086" w:type="dxa"/>
          </w:tcPr>
          <w:p w:rsidR="009C324E" w:rsidRPr="009C5C40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75</w:t>
            </w:r>
          </w:p>
        </w:tc>
      </w:tr>
      <w:tr w:rsidR="009C324E" w:rsidRPr="00B82C88" w:rsidTr="0002244A">
        <w:tc>
          <w:tcPr>
            <w:tcW w:w="440" w:type="dxa"/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26</w:t>
            </w:r>
          </w:p>
        </w:tc>
        <w:tc>
          <w:tcPr>
            <w:tcW w:w="1117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75A237</w:t>
            </w:r>
          </w:p>
        </w:tc>
        <w:tc>
          <w:tcPr>
            <w:tcW w:w="5609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SE STÍNĚNÍM DO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1052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341,000</w:t>
            </w:r>
          </w:p>
        </w:tc>
        <w:tc>
          <w:tcPr>
            <w:tcW w:w="1086" w:type="dxa"/>
          </w:tcPr>
          <w:p w:rsidR="009C324E" w:rsidRPr="009C5C40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279</w:t>
            </w:r>
          </w:p>
        </w:tc>
      </w:tr>
      <w:tr w:rsidR="009C324E" w:rsidRPr="00B82C88" w:rsidTr="0002244A">
        <w:tc>
          <w:tcPr>
            <w:tcW w:w="440" w:type="dxa"/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27</w:t>
            </w:r>
          </w:p>
        </w:tc>
        <w:tc>
          <w:tcPr>
            <w:tcW w:w="1117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75A247</w:t>
            </w:r>
          </w:p>
        </w:tc>
        <w:tc>
          <w:tcPr>
            <w:tcW w:w="5609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SE STÍNĚNÍM PŘES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1052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1051,000</w:t>
            </w:r>
          </w:p>
        </w:tc>
        <w:tc>
          <w:tcPr>
            <w:tcW w:w="1086" w:type="dxa"/>
          </w:tcPr>
          <w:p w:rsidR="009C324E" w:rsidRPr="009C5C40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898</w:t>
            </w:r>
          </w:p>
        </w:tc>
      </w:tr>
      <w:tr w:rsidR="009C324E" w:rsidRPr="00B82C88" w:rsidTr="0002244A">
        <w:tc>
          <w:tcPr>
            <w:tcW w:w="440" w:type="dxa"/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28</w:t>
            </w:r>
          </w:p>
        </w:tc>
        <w:tc>
          <w:tcPr>
            <w:tcW w:w="1117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75A311</w:t>
            </w:r>
          </w:p>
        </w:tc>
        <w:tc>
          <w:tcPr>
            <w:tcW w:w="5609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KABELOVÁ FORMA (UKONČENÍ KABELŮ) PRO KABELY ZABEZPEČOVACÍ DO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1052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424,000</w:t>
            </w:r>
          </w:p>
        </w:tc>
        <w:tc>
          <w:tcPr>
            <w:tcW w:w="1086" w:type="dxa"/>
          </w:tcPr>
          <w:p w:rsidR="009C324E" w:rsidRPr="009C5C40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620</w:t>
            </w:r>
          </w:p>
        </w:tc>
      </w:tr>
      <w:tr w:rsidR="009C324E" w:rsidRPr="00B82C88" w:rsidTr="0002244A">
        <w:tc>
          <w:tcPr>
            <w:tcW w:w="440" w:type="dxa"/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D770DF">
              <w:rPr>
                <w:rFonts w:ascii="Calibri" w:eastAsia="Calibri" w:hAnsi="Calibri" w:cs="Times New Roman"/>
                <w:color w:val="FF0000"/>
              </w:rPr>
              <w:t>29</w:t>
            </w:r>
          </w:p>
        </w:tc>
        <w:tc>
          <w:tcPr>
            <w:tcW w:w="1117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75A312</w:t>
            </w:r>
          </w:p>
        </w:tc>
        <w:tc>
          <w:tcPr>
            <w:tcW w:w="5609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KABELOVÁ FORMA (UKONČENÍ KABELŮ) PRO KABELY ZABEZPEČOVACÍ PŘES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lang w:eastAsia="cs-CZ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1052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315,000</w:t>
            </w:r>
          </w:p>
        </w:tc>
        <w:tc>
          <w:tcPr>
            <w:tcW w:w="1086" w:type="dxa"/>
          </w:tcPr>
          <w:p w:rsidR="009C324E" w:rsidRPr="009C5C40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192</w:t>
            </w:r>
          </w:p>
        </w:tc>
      </w:tr>
    </w:tbl>
    <w:p w:rsidR="0013509F" w:rsidRPr="00F013BE" w:rsidRDefault="00F013BE" w:rsidP="00F013BE">
      <w:pPr>
        <w:spacing w:after="160" w:line="259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Opravené části dokumentace v</w:t>
      </w:r>
      <w:r w:rsidR="009C324E" w:rsidRPr="009C324E">
        <w:rPr>
          <w:rFonts w:eastAsia="Calibri" w:cs="Times New Roman"/>
          <w:lang w:eastAsia="cs-CZ"/>
        </w:rPr>
        <w:t>č. 0701, 0702 a 0003 jsou přiloženy.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224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PS 45-21-01. Ve schématu kabelů se vyskytují kabely: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CYKY 3x2,5 v celkové délce 90 m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CYKY 3x10 v celkové délce 90 m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CYKY 3x16 v celkové délce 90 m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CYKY 6x10 v celkové délce 153 m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CYKY 10x16 v celkové délce 70 m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AYKY 4x35 v celkové délce 2358 m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Optický kabel</w:t>
      </w:r>
      <w:r w:rsidR="00F013BE">
        <w:rPr>
          <w:rFonts w:eastAsia="Calibri" w:cs="Times New Roman"/>
          <w:lang w:eastAsia="cs-CZ"/>
        </w:rPr>
        <w:t xml:space="preserve"> 12 vláken v celkové délce 90 m</w:t>
      </w:r>
    </w:p>
    <w:p w:rsidR="00F62937" w:rsidRDefault="00F62937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Ve výkazu výměr se nevyskytují odpovídající položky pro dodávku a montáž těchto kabelů. Žádáme zadavatele o prověření.</w:t>
      </w:r>
    </w:p>
    <w:p w:rsidR="009C324E" w:rsidRDefault="0013509F" w:rsidP="009C32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9C324E" w:rsidRPr="009C324E" w:rsidRDefault="00F013B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Sché</w:t>
      </w:r>
      <w:r w:rsidR="009C324E" w:rsidRPr="009C324E">
        <w:rPr>
          <w:rFonts w:eastAsia="Calibri" w:cs="Times New Roman"/>
          <w:lang w:eastAsia="cs-CZ"/>
        </w:rPr>
        <w:t>ma kabelů bylo prověřeno a opraveno, viz přílohy.</w:t>
      </w:r>
    </w:p>
    <w:p w:rsidR="009C324E" w:rsidRPr="009C324E" w:rsidRDefault="009C324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324E">
        <w:rPr>
          <w:rFonts w:eastAsia="Calibri" w:cs="Times New Roman"/>
          <w:lang w:eastAsia="cs-CZ"/>
        </w:rPr>
        <w:t>CYKY 3x2,5 v celkové délce 400 m</w:t>
      </w:r>
    </w:p>
    <w:p w:rsidR="009C324E" w:rsidRPr="009C324E" w:rsidRDefault="009C324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324E">
        <w:rPr>
          <w:rFonts w:eastAsia="Calibri" w:cs="Times New Roman"/>
          <w:lang w:eastAsia="cs-CZ"/>
        </w:rPr>
        <w:t>CYKY 3x10 v celkové délce 400 m</w:t>
      </w:r>
    </w:p>
    <w:p w:rsidR="009C324E" w:rsidRPr="009C324E" w:rsidRDefault="009C324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324E">
        <w:rPr>
          <w:rFonts w:eastAsia="Calibri" w:cs="Times New Roman"/>
          <w:lang w:eastAsia="cs-CZ"/>
        </w:rPr>
        <w:t>CYKY 3x16 v celkové délce 400 m</w:t>
      </w:r>
    </w:p>
    <w:p w:rsidR="009C324E" w:rsidRPr="009C324E" w:rsidRDefault="009C324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324E">
        <w:rPr>
          <w:rFonts w:eastAsia="Calibri" w:cs="Times New Roman"/>
          <w:lang w:eastAsia="cs-CZ"/>
        </w:rPr>
        <w:t>CYKY 4x 6/10 v celkové délce 153 m</w:t>
      </w:r>
    </w:p>
    <w:p w:rsidR="009C324E" w:rsidRPr="009C324E" w:rsidRDefault="009C324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324E">
        <w:rPr>
          <w:rFonts w:eastAsia="Calibri" w:cs="Times New Roman"/>
          <w:lang w:eastAsia="cs-CZ"/>
        </w:rPr>
        <w:t>CYKY 4x 10/16 v celkové délce 70 m</w:t>
      </w:r>
    </w:p>
    <w:p w:rsidR="009C324E" w:rsidRPr="009C324E" w:rsidRDefault="009C324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324E">
        <w:rPr>
          <w:rFonts w:eastAsia="Calibri" w:cs="Times New Roman"/>
          <w:lang w:eastAsia="cs-CZ"/>
        </w:rPr>
        <w:t>AYKY 4x35 v celkové délce 2358 m</w:t>
      </w:r>
    </w:p>
    <w:p w:rsidR="009C324E" w:rsidRDefault="00F013B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Opt</w:t>
      </w:r>
      <w:r w:rsidR="009C324E" w:rsidRPr="009C324E">
        <w:rPr>
          <w:rFonts w:eastAsia="Calibri" w:cs="Times New Roman"/>
          <w:lang w:eastAsia="cs-CZ"/>
        </w:rPr>
        <w:t>ický kabel 12 vláken v celkové délce 400 m</w:t>
      </w:r>
    </w:p>
    <w:p w:rsidR="00F62937" w:rsidRDefault="00F62937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C324E" w:rsidRPr="009C324E" w:rsidRDefault="009C324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324E">
        <w:rPr>
          <w:rFonts w:eastAsia="Calibri" w:cs="Times New Roman"/>
          <w:lang w:eastAsia="cs-CZ"/>
        </w:rPr>
        <w:t>Tabulka kabelů i soupis prací byly opraveny a doplněny jak o zmíněné kabely tak jim odpovídající položky.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225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PS 45-21-01 část B. Výkaz výměr obsahuje položky venkovní kabelizace. Dostupná kabelová dokumentace má prázdný obsah. Žádáme zadavatele o potvrzení správnosti množství u souvisejících položek č. 9 až 18.</w:t>
      </w:r>
    </w:p>
    <w:p w:rsidR="009C324E" w:rsidRDefault="0013509F" w:rsidP="009C32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9C324E" w:rsidRPr="009C324E" w:rsidRDefault="009C324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324E">
        <w:rPr>
          <w:rFonts w:eastAsia="Calibri" w:cs="Times New Roman"/>
          <w:lang w:eastAsia="cs-CZ"/>
        </w:rPr>
        <w:t>Položky venkovní kabelizace jsou v PS zahnuty kvůli nutnosti přeložení stávající kabelizace z mostu v km 290,347 v délce cca 50 m. Jedná se o kabely mezi stávajícími KO 21 a 22 včetně všech kabelů vedoucích na trať.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226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Pr="00B82C88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PS 46-21-11. Byl nalezen nesoulad mezi kabelovou dokumentací a VV. Rozdíly v množství jsou patrné v následující tabulce:</w:t>
      </w:r>
    </w:p>
    <w:tbl>
      <w:tblPr>
        <w:tblStyle w:val="Mkatabulky7"/>
        <w:tblW w:w="10207" w:type="dxa"/>
        <w:tblInd w:w="-885" w:type="dxa"/>
        <w:tblLook w:val="04A0" w:firstRow="1" w:lastRow="0" w:firstColumn="1" w:lastColumn="0" w:noHBand="0" w:noVBand="1"/>
      </w:tblPr>
      <w:tblGrid>
        <w:gridCol w:w="440"/>
        <w:gridCol w:w="1128"/>
        <w:gridCol w:w="5804"/>
        <w:gridCol w:w="879"/>
        <w:gridCol w:w="964"/>
        <w:gridCol w:w="992"/>
      </w:tblGrid>
      <w:tr w:rsidR="0013509F" w:rsidRPr="00B82C88" w:rsidTr="009C324E"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992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výpočet</w:t>
            </w:r>
          </w:p>
        </w:tc>
      </w:tr>
      <w:tr w:rsidR="0013509F" w:rsidRPr="00B82C88" w:rsidTr="009C324E"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75A161</w:t>
            </w:r>
          </w:p>
        </w:tc>
        <w:tc>
          <w:tcPr>
            <w:tcW w:w="5804" w:type="dxa"/>
            <w:tcBorders>
              <w:top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SE STÍNĚNÍM PŘES 12 PÁRŮ - DODÁVKA</w:t>
            </w: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6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32,000</w:t>
            </w:r>
          </w:p>
        </w:tc>
        <w:tc>
          <w:tcPr>
            <w:tcW w:w="992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179,696</w:t>
            </w:r>
          </w:p>
        </w:tc>
      </w:tr>
      <w:tr w:rsidR="0013509F" w:rsidRPr="00B82C88" w:rsidTr="009C324E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15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75A247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SE STÍNĚNÍM PŘES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96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32,000</w:t>
            </w:r>
          </w:p>
        </w:tc>
        <w:tc>
          <w:tcPr>
            <w:tcW w:w="992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179,696</w:t>
            </w:r>
          </w:p>
        </w:tc>
      </w:tr>
      <w:tr w:rsidR="0013509F" w:rsidRPr="00B82C88" w:rsidTr="009C324E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75A312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KABELOVÁ FORMA (UKONČENÍ KABELŮ) PRO KABELY ZABEZPEČOVACÍ PŘES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6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992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10</w:t>
            </w:r>
          </w:p>
        </w:tc>
      </w:tr>
    </w:tbl>
    <w:p w:rsidR="0013509F" w:rsidRPr="00B82C88" w:rsidRDefault="0013509F" w:rsidP="00F013BE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Žádáme zadavatele o prověření.</w:t>
      </w:r>
    </w:p>
    <w:p w:rsidR="00F62937" w:rsidRDefault="00F62937" w:rsidP="00F013B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62937" w:rsidRDefault="00F62937" w:rsidP="00F013B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62937" w:rsidRDefault="00F62937" w:rsidP="00F013B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62937" w:rsidRDefault="00F62937" w:rsidP="00F013B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62937" w:rsidRDefault="00F62937" w:rsidP="00F013B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9C324E" w:rsidRDefault="0013509F" w:rsidP="00F013B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9C324E" w:rsidRDefault="00F013B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Sché</w:t>
      </w:r>
      <w:r w:rsidR="009C324E" w:rsidRPr="009C324E">
        <w:rPr>
          <w:rFonts w:eastAsia="Calibri" w:cs="Times New Roman"/>
          <w:lang w:eastAsia="cs-CZ"/>
        </w:rPr>
        <w:t>ma kabelů, tabulka kabelů a soupis prací byly prověřeny a uvedeny do souladu.</w:t>
      </w:r>
    </w:p>
    <w:p w:rsidR="00F013BE" w:rsidRDefault="00F013B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013BE" w:rsidRDefault="00F013B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013BE" w:rsidRPr="009C324E" w:rsidRDefault="00F013B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tbl>
      <w:tblPr>
        <w:tblStyle w:val="Mkatabulky7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41"/>
        <w:gridCol w:w="1121"/>
        <w:gridCol w:w="5668"/>
        <w:gridCol w:w="993"/>
        <w:gridCol w:w="850"/>
        <w:gridCol w:w="1134"/>
      </w:tblGrid>
      <w:tr w:rsidR="009C324E" w:rsidRPr="00B82C88" w:rsidTr="00F013BE"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1134" w:type="dxa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Po prověření</w:t>
            </w:r>
          </w:p>
        </w:tc>
      </w:tr>
      <w:tr w:rsidR="00F013BE" w:rsidRPr="00B82C88" w:rsidTr="00F013BE">
        <w:tc>
          <w:tcPr>
            <w:tcW w:w="441" w:type="dxa"/>
            <w:tcBorders>
              <w:top w:val="single" w:sz="4" w:space="0" w:color="auto"/>
            </w:tcBorders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75A161</w:t>
            </w:r>
          </w:p>
        </w:tc>
        <w:tc>
          <w:tcPr>
            <w:tcW w:w="5668" w:type="dxa"/>
            <w:tcBorders>
              <w:top w:val="single" w:sz="4" w:space="0" w:color="auto"/>
            </w:tcBorders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SE STÍNĚNÍM PŘES 12 PÁRŮ - DODÁVKA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50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32,000</w:t>
            </w:r>
          </w:p>
        </w:tc>
        <w:tc>
          <w:tcPr>
            <w:tcW w:w="1134" w:type="dxa"/>
          </w:tcPr>
          <w:p w:rsidR="009C324E" w:rsidRPr="001309B4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180</w:t>
            </w:r>
          </w:p>
        </w:tc>
      </w:tr>
      <w:tr w:rsidR="00F013BE" w:rsidRPr="00B82C88" w:rsidTr="00F013BE">
        <w:tc>
          <w:tcPr>
            <w:tcW w:w="441" w:type="dxa"/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15</w:t>
            </w:r>
          </w:p>
        </w:tc>
        <w:tc>
          <w:tcPr>
            <w:tcW w:w="1121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75A247</w:t>
            </w:r>
          </w:p>
        </w:tc>
        <w:tc>
          <w:tcPr>
            <w:tcW w:w="5668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SE STÍNĚNÍM PŘES 12 PÁRŮ - MONTÁŽ</w:t>
            </w:r>
          </w:p>
        </w:tc>
        <w:tc>
          <w:tcPr>
            <w:tcW w:w="993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50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32,000</w:t>
            </w:r>
          </w:p>
        </w:tc>
        <w:tc>
          <w:tcPr>
            <w:tcW w:w="1134" w:type="dxa"/>
          </w:tcPr>
          <w:p w:rsidR="009C324E" w:rsidRPr="001309B4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180</w:t>
            </w:r>
          </w:p>
        </w:tc>
      </w:tr>
      <w:tr w:rsidR="00F013BE" w:rsidRPr="00B82C88" w:rsidTr="00F013BE">
        <w:tc>
          <w:tcPr>
            <w:tcW w:w="441" w:type="dxa"/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1121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75A312</w:t>
            </w:r>
          </w:p>
        </w:tc>
        <w:tc>
          <w:tcPr>
            <w:tcW w:w="5668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KABELOVÁ FORMA (UKONČENÍ KABELŮ) PRO KABELY ZABEZPEČOVACÍ PŘES 12 PÁRŮ</w:t>
            </w:r>
          </w:p>
        </w:tc>
        <w:tc>
          <w:tcPr>
            <w:tcW w:w="993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850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134" w:type="dxa"/>
          </w:tcPr>
          <w:p w:rsidR="009C324E" w:rsidRPr="001309B4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14</w:t>
            </w:r>
          </w:p>
        </w:tc>
      </w:tr>
    </w:tbl>
    <w:p w:rsidR="009C324E" w:rsidRPr="009C324E" w:rsidRDefault="00F013B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Opravené části dokumentace v</w:t>
      </w:r>
      <w:r w:rsidR="009C324E" w:rsidRPr="009C324E">
        <w:rPr>
          <w:rFonts w:eastAsia="Calibri" w:cs="Times New Roman"/>
          <w:lang w:eastAsia="cs-CZ"/>
        </w:rPr>
        <w:t>č. 0701, 0702 a 0003 jsou přiloženy.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227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 xml:space="preserve">PS 46-21-11. V tabulce i schématu kabelů se vyskytují kabely TCEKPFLEY v celkové délce 82 m (resp. 1,886 </w:t>
      </w:r>
      <w:proofErr w:type="spellStart"/>
      <w:r w:rsidRPr="00B82C88">
        <w:rPr>
          <w:rFonts w:eastAsia="Calibri" w:cs="Times New Roman"/>
          <w:lang w:eastAsia="cs-CZ"/>
        </w:rPr>
        <w:t>kmpár</w:t>
      </w:r>
      <w:proofErr w:type="spellEnd"/>
      <w:r w:rsidRPr="00B82C88">
        <w:rPr>
          <w:rFonts w:eastAsia="Calibri" w:cs="Times New Roman"/>
          <w:lang w:eastAsia="cs-CZ"/>
        </w:rPr>
        <w:t>). Ve výkazu výměr se nevyskytují odpovídající položky pro dodávku a montáž. Žádáme zadavatele o prověření.</w:t>
      </w:r>
    </w:p>
    <w:p w:rsidR="009C324E" w:rsidRPr="009C324E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C324E">
        <w:rPr>
          <w:rFonts w:eastAsia="Calibri" w:cs="Times New Roman"/>
          <w:b/>
          <w:lang w:eastAsia="cs-CZ"/>
        </w:rPr>
        <w:t xml:space="preserve">0dpověď: </w:t>
      </w:r>
    </w:p>
    <w:p w:rsidR="0013509F" w:rsidRPr="009C324E" w:rsidRDefault="009C324E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324E">
        <w:rPr>
          <w:rFonts w:eastAsia="Calibri" w:cs="Times New Roman"/>
          <w:lang w:eastAsia="cs-CZ"/>
        </w:rPr>
        <w:t>Položky byly do soupisu prací doplněny, viz přílohy.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228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2C88">
        <w:rPr>
          <w:rFonts w:eastAsia="Calibri" w:cs="Times New Roman"/>
          <w:lang w:eastAsia="cs-CZ"/>
        </w:rPr>
        <w:t>Dotaz se týká PS 47-21-01 a PS 47-21-11. V tabulce i schématu kabelů byl nalezen nesoulad. Schémata kabelů obou PS vzájemně nekorespondují. Kabely mají vícenásobný výskyt. Žádáme zadavatele o prověření.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9C324E" w:rsidRPr="009C324E" w:rsidRDefault="009C324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Sché</w:t>
      </w:r>
      <w:r w:rsidRPr="009C324E">
        <w:rPr>
          <w:rFonts w:eastAsia="Calibri" w:cs="Times New Roman"/>
          <w:lang w:eastAsia="cs-CZ"/>
        </w:rPr>
        <w:t>mata kabelů a tabulky kabelů obou PS byly uvedeny do souladu, viz přílohy.</w:t>
      </w:r>
    </w:p>
    <w:p w:rsidR="009C324E" w:rsidRDefault="009C324E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229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Pr="00B82C88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82C88">
        <w:rPr>
          <w:rFonts w:ascii="Calibri" w:eastAsia="Calibri" w:hAnsi="Calibri" w:cs="Times New Roman"/>
          <w:sz w:val="22"/>
          <w:szCs w:val="22"/>
        </w:rPr>
        <w:t>PS 47-21-01. Byl nalezen nesoulad mezi kabelovou dokumentací a VV. Rozdíly v množství jsou patrné v následující tabulce:</w:t>
      </w:r>
    </w:p>
    <w:tbl>
      <w:tblPr>
        <w:tblStyle w:val="Mkatabulky8"/>
        <w:tblW w:w="10065" w:type="dxa"/>
        <w:tblInd w:w="-743" w:type="dxa"/>
        <w:tblLook w:val="04A0" w:firstRow="1" w:lastRow="0" w:firstColumn="1" w:lastColumn="0" w:noHBand="0" w:noVBand="1"/>
      </w:tblPr>
      <w:tblGrid>
        <w:gridCol w:w="440"/>
        <w:gridCol w:w="1128"/>
        <w:gridCol w:w="5804"/>
        <w:gridCol w:w="992"/>
        <w:gridCol w:w="746"/>
        <w:gridCol w:w="955"/>
      </w:tblGrid>
      <w:tr w:rsidR="0013509F" w:rsidRPr="00B82C88" w:rsidTr="009C324E"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955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výpočet</w:t>
            </w:r>
          </w:p>
        </w:tc>
      </w:tr>
      <w:tr w:rsidR="0013509F" w:rsidRPr="00B82C88" w:rsidTr="009C324E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75A151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SE STÍNĚNÍM DO 12 PÁRŮ - DODÁVKA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746" w:type="dxa"/>
            <w:tcBorders>
              <w:left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1,200</w:t>
            </w:r>
          </w:p>
        </w:tc>
        <w:tc>
          <w:tcPr>
            <w:tcW w:w="955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13,278?</w:t>
            </w:r>
          </w:p>
        </w:tc>
      </w:tr>
      <w:tr w:rsidR="0013509F" w:rsidRPr="00B82C88" w:rsidTr="009C324E"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75A237</w:t>
            </w:r>
          </w:p>
        </w:tc>
        <w:tc>
          <w:tcPr>
            <w:tcW w:w="5804" w:type="dxa"/>
            <w:tcBorders>
              <w:top w:val="single" w:sz="4" w:space="0" w:color="auto"/>
            </w:tcBorders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SE STÍNĚNÍM DO 12 PÁRŮ - MONTÁŽ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746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1,200</w:t>
            </w:r>
          </w:p>
        </w:tc>
        <w:tc>
          <w:tcPr>
            <w:tcW w:w="955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13,278?</w:t>
            </w:r>
          </w:p>
        </w:tc>
      </w:tr>
      <w:tr w:rsidR="0013509F" w:rsidRPr="00B82C88" w:rsidTr="009C324E">
        <w:tc>
          <w:tcPr>
            <w:tcW w:w="440" w:type="dxa"/>
            <w:vAlign w:val="center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75A311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KABELOVÁ FORMA (UKONČENÍ KABELŮ) PRO KABELY ZABEZPEČOVACÍ DO 12 PÁRŮ</w:t>
            </w:r>
          </w:p>
        </w:tc>
        <w:tc>
          <w:tcPr>
            <w:tcW w:w="992" w:type="dxa"/>
            <w:shd w:val="clear" w:color="auto" w:fill="FFDC97" w:themeFill="accent4" w:themeFillTint="66"/>
            <w:vAlign w:val="center"/>
          </w:tcPr>
          <w:p w:rsidR="0013509F" w:rsidRPr="00B82C88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746" w:type="dxa"/>
            <w:shd w:val="clear" w:color="auto" w:fill="FFDC97" w:themeFill="accent4" w:themeFillTint="66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3,000</w:t>
            </w:r>
          </w:p>
        </w:tc>
        <w:tc>
          <w:tcPr>
            <w:tcW w:w="955" w:type="dxa"/>
          </w:tcPr>
          <w:p w:rsidR="0013509F" w:rsidRPr="00B82C88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12?</w:t>
            </w:r>
          </w:p>
        </w:tc>
      </w:tr>
    </w:tbl>
    <w:p w:rsidR="0013509F" w:rsidRPr="00B82C88" w:rsidRDefault="0013509F" w:rsidP="00F013BE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Žádáme zadavatele o prověření.</w:t>
      </w:r>
    </w:p>
    <w:p w:rsidR="009C324E" w:rsidRDefault="0013509F" w:rsidP="00F013B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9C324E" w:rsidRPr="009C324E" w:rsidRDefault="009C324E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324E">
        <w:rPr>
          <w:rFonts w:eastAsia="Calibri" w:cs="Times New Roman"/>
          <w:lang w:eastAsia="cs-CZ"/>
        </w:rPr>
        <w:t>V Soupisu prací je počítáno pouze s délkou kabelů ležících v hra</w:t>
      </w:r>
      <w:r>
        <w:rPr>
          <w:rFonts w:eastAsia="Calibri" w:cs="Times New Roman"/>
          <w:lang w:eastAsia="cs-CZ"/>
        </w:rPr>
        <w:t>nicích tohoto PS, přičemž ve sché</w:t>
      </w:r>
      <w:r w:rsidRPr="009C324E">
        <w:rPr>
          <w:rFonts w:eastAsia="Calibri" w:cs="Times New Roman"/>
          <w:lang w:eastAsia="cs-CZ"/>
        </w:rPr>
        <w:t>ma kabelů je u kabelu uváděna jeho celková délka a délka obsažena v tom</w:t>
      </w:r>
      <w:r>
        <w:rPr>
          <w:rFonts w:eastAsia="Calibri" w:cs="Times New Roman"/>
          <w:lang w:eastAsia="cs-CZ"/>
        </w:rPr>
        <w:t>to PS je uvedena v závorce. Sché</w:t>
      </w:r>
      <w:r w:rsidRPr="009C324E">
        <w:rPr>
          <w:rFonts w:eastAsia="Calibri" w:cs="Times New Roman"/>
          <w:lang w:eastAsia="cs-CZ"/>
        </w:rPr>
        <w:t>ma kabelů, tabulka kabelů a soupis prací byly prověřeny a uvedeny do souladu.</w:t>
      </w:r>
    </w:p>
    <w:tbl>
      <w:tblPr>
        <w:tblStyle w:val="Mkatabulky8"/>
        <w:tblW w:w="10207" w:type="dxa"/>
        <w:tblInd w:w="-743" w:type="dxa"/>
        <w:tblLook w:val="04A0" w:firstRow="1" w:lastRow="0" w:firstColumn="1" w:lastColumn="0" w:noHBand="0" w:noVBand="1"/>
      </w:tblPr>
      <w:tblGrid>
        <w:gridCol w:w="441"/>
        <w:gridCol w:w="1121"/>
        <w:gridCol w:w="5810"/>
        <w:gridCol w:w="879"/>
        <w:gridCol w:w="822"/>
        <w:gridCol w:w="1134"/>
      </w:tblGrid>
      <w:tr w:rsidR="009C324E" w:rsidRPr="00B82C88" w:rsidTr="009C324E"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1134" w:type="dxa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Po prověření</w:t>
            </w:r>
          </w:p>
        </w:tc>
      </w:tr>
      <w:tr w:rsidR="009C324E" w:rsidRPr="00B82C88" w:rsidTr="009C324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75A151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 METALICKÝ SE STÍNĚNÍM DO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2" w:type="dxa"/>
            <w:tcBorders>
              <w:left w:val="single" w:sz="4" w:space="0" w:color="auto"/>
            </w:tcBorders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1,200</w:t>
            </w:r>
          </w:p>
        </w:tc>
        <w:tc>
          <w:tcPr>
            <w:tcW w:w="1134" w:type="dxa"/>
          </w:tcPr>
          <w:p w:rsidR="009C324E" w:rsidRPr="0070181F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1,2</w:t>
            </w:r>
          </w:p>
        </w:tc>
      </w:tr>
      <w:tr w:rsidR="009C324E" w:rsidRPr="00B82C88" w:rsidTr="009C324E">
        <w:tc>
          <w:tcPr>
            <w:tcW w:w="441" w:type="dxa"/>
            <w:tcBorders>
              <w:top w:val="single" w:sz="4" w:space="0" w:color="auto"/>
            </w:tcBorders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75A237</w:t>
            </w:r>
          </w:p>
        </w:tc>
        <w:tc>
          <w:tcPr>
            <w:tcW w:w="5810" w:type="dxa"/>
            <w:tcBorders>
              <w:top w:val="single" w:sz="4" w:space="0" w:color="auto"/>
            </w:tcBorders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ZATAŽENÍ A SPOJKOVÁNÍ KABELŮ SE STÍNĚNÍM DO 12 PÁRŮ - MONTÁŽ</w:t>
            </w: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2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1,200</w:t>
            </w:r>
          </w:p>
        </w:tc>
        <w:tc>
          <w:tcPr>
            <w:tcW w:w="1134" w:type="dxa"/>
          </w:tcPr>
          <w:p w:rsidR="009C324E" w:rsidRPr="0070181F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1,2</w:t>
            </w:r>
          </w:p>
        </w:tc>
      </w:tr>
      <w:tr w:rsidR="009C324E" w:rsidRPr="00B82C88" w:rsidTr="009C324E">
        <w:tc>
          <w:tcPr>
            <w:tcW w:w="441" w:type="dxa"/>
            <w:vAlign w:val="center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1121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75A311</w:t>
            </w:r>
          </w:p>
        </w:tc>
        <w:tc>
          <w:tcPr>
            <w:tcW w:w="5810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KABELOVÁ FORMA (UKONČENÍ KABELŮ) PRO KABELY ZABEZPEČOVACÍ DO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9C324E" w:rsidRPr="00B82C88" w:rsidRDefault="009C324E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822" w:type="dxa"/>
            <w:shd w:val="clear" w:color="auto" w:fill="FFDC97" w:themeFill="accent4" w:themeFillTint="66"/>
          </w:tcPr>
          <w:p w:rsidR="009C324E" w:rsidRPr="00B82C88" w:rsidRDefault="009C324E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B82C88">
              <w:rPr>
                <w:rFonts w:ascii="Calibri" w:eastAsia="Calibri" w:hAnsi="Calibri" w:cs="Times New Roman"/>
              </w:rPr>
              <w:t>3,000</w:t>
            </w:r>
          </w:p>
        </w:tc>
        <w:tc>
          <w:tcPr>
            <w:tcW w:w="1134" w:type="dxa"/>
          </w:tcPr>
          <w:p w:rsidR="009C324E" w:rsidRPr="0070181F" w:rsidRDefault="009C324E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3</w:t>
            </w:r>
          </w:p>
        </w:tc>
      </w:tr>
    </w:tbl>
    <w:p w:rsidR="009C324E" w:rsidRPr="009C324E" w:rsidRDefault="006B326A" w:rsidP="009C324E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Opravené části dokumentace v</w:t>
      </w:r>
      <w:r w:rsidR="009C324E" w:rsidRPr="009C324E">
        <w:rPr>
          <w:rFonts w:eastAsia="Calibri" w:cs="Times New Roman"/>
          <w:lang w:eastAsia="cs-CZ"/>
        </w:rPr>
        <w:t>č. 0701, 0702 a 0003 jsou přiloženy.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230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B82C88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PS 47-21-01. V tabulce i schématu kabelů se vyskytují tyto kabely: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1099"/>
        <w:gridCol w:w="846"/>
        <w:gridCol w:w="1095"/>
        <w:gridCol w:w="2222"/>
        <w:gridCol w:w="2597"/>
      </w:tblGrid>
      <w:tr w:rsidR="0013509F" w:rsidRPr="00B82C88" w:rsidTr="005279AD">
        <w:trPr>
          <w:trHeight w:val="255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1193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B82C88">
              <w:rPr>
                <w:rFonts w:ascii="Arial" w:eastAsia="Times New Roman" w:hAnsi="Arial" w:cs="Arial"/>
                <w:lang w:eastAsia="cs-CZ"/>
              </w:rPr>
              <w:t>ZE</w:t>
            </w:r>
            <w:proofErr w:type="gramEnd"/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16p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1187 m</w:t>
            </w: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KS4</w:t>
            </w:r>
          </w:p>
        </w:tc>
        <w:tc>
          <w:tcPr>
            <w:tcW w:w="2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ZS</w:t>
            </w:r>
          </w:p>
        </w:tc>
      </w:tr>
      <w:tr w:rsidR="0013509F" w:rsidRPr="00B82C88" w:rsidTr="005279AD">
        <w:trPr>
          <w:trHeight w:val="255"/>
        </w:trPr>
        <w:tc>
          <w:tcPr>
            <w:tcW w:w="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1193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proofErr w:type="gramStart"/>
            <w:r w:rsidRPr="00B82C88">
              <w:rPr>
                <w:rFonts w:ascii="Arial" w:eastAsia="Times New Roman" w:hAnsi="Arial" w:cs="Arial"/>
                <w:lang w:eastAsia="cs-CZ"/>
              </w:rPr>
              <w:t>ZE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16p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82C88">
              <w:rPr>
                <w:rFonts w:ascii="Arial" w:eastAsia="Times New Roman" w:hAnsi="Arial" w:cs="Arial"/>
                <w:color w:val="000000"/>
                <w:lang w:eastAsia="cs-CZ"/>
              </w:rPr>
              <w:t>1187 m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KS4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B82C88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82C88">
              <w:rPr>
                <w:rFonts w:ascii="Arial" w:eastAsia="Times New Roman" w:hAnsi="Arial" w:cs="Arial"/>
                <w:lang w:eastAsia="cs-CZ"/>
              </w:rPr>
              <w:t>ZS</w:t>
            </w:r>
          </w:p>
        </w:tc>
      </w:tr>
    </w:tbl>
    <w:p w:rsidR="0013509F" w:rsidRDefault="0013509F" w:rsidP="00F013BE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B82C88">
        <w:rPr>
          <w:rFonts w:ascii="Calibri" w:eastAsia="Calibri" w:hAnsi="Calibri" w:cs="Times New Roman"/>
          <w:sz w:val="22"/>
          <w:szCs w:val="22"/>
        </w:rPr>
        <w:t>Ve výkazu výměr se nevyskytují odpovídající položky. Žádáme zadavatele o prověření.</w:t>
      </w:r>
    </w:p>
    <w:p w:rsidR="009C324E" w:rsidRDefault="0013509F" w:rsidP="00F013BE">
      <w:pPr>
        <w:spacing w:after="0" w:line="259" w:lineRule="auto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lastRenderedPageBreak/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13509F" w:rsidRPr="009C324E" w:rsidRDefault="009C324E" w:rsidP="009C324E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9C324E">
        <w:rPr>
          <w:rFonts w:eastAsia="Calibri" w:cs="Times New Roman"/>
          <w:lang w:eastAsia="cs-CZ"/>
        </w:rPr>
        <w:t>Jedná se o duplicitní kabel (řádek v tabulce). Tabulka kabelů byla opravena, viz přílohy.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231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PS 47-21-11. U kabelu č. 1792 (ZE, 16p, 95 m) je ve schématu kabelů uvedeno umístění v PS 43-21-01. V tabulce ani ve schématu kabelů v PS 43-21-01 se tento kabel nenachází.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Žádáme zadavatele o prověření.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6B326A" w:rsidRDefault="006B326A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Kabel č. 1792 je obsažen kompletně v PS 47</w:t>
      </w:r>
      <w:r>
        <w:rPr>
          <w:rFonts w:eastAsia="Calibri" w:cs="Times New Roman"/>
          <w:lang w:eastAsia="cs-CZ"/>
        </w:rPr>
        <w:t>-21-11. Sché</w:t>
      </w:r>
      <w:r w:rsidRPr="006B326A">
        <w:rPr>
          <w:rFonts w:eastAsia="Calibri" w:cs="Times New Roman"/>
          <w:lang w:eastAsia="cs-CZ"/>
        </w:rPr>
        <w:t>ma kabelů PS 47-21-11 bylo upraveno.</w:t>
      </w:r>
    </w:p>
    <w:p w:rsidR="006B326A" w:rsidRDefault="006B326A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232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Pr="008074A1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>PS 47-21-11. Byl nalezen nesoulad mezi kabelovou dokumentací a VV. Rozdíly v množství jsou patrné v následující tabulce:</w:t>
      </w:r>
    </w:p>
    <w:tbl>
      <w:tblPr>
        <w:tblStyle w:val="Mkatabulky9"/>
        <w:tblW w:w="10003" w:type="dxa"/>
        <w:tblInd w:w="-743" w:type="dxa"/>
        <w:tblLook w:val="04A0" w:firstRow="1" w:lastRow="0" w:firstColumn="1" w:lastColumn="0" w:noHBand="0" w:noVBand="1"/>
      </w:tblPr>
      <w:tblGrid>
        <w:gridCol w:w="440"/>
        <w:gridCol w:w="1128"/>
        <w:gridCol w:w="5804"/>
        <w:gridCol w:w="879"/>
        <w:gridCol w:w="829"/>
        <w:gridCol w:w="923"/>
      </w:tblGrid>
      <w:tr w:rsidR="0013509F" w:rsidRPr="008074A1" w:rsidTr="006B326A"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29" w:type="dxa"/>
            <w:tcBorders>
              <w:left w:val="single" w:sz="4" w:space="0" w:color="auto"/>
            </w:tcBorders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923" w:type="dxa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výpočet</w:t>
            </w:r>
          </w:p>
        </w:tc>
      </w:tr>
      <w:tr w:rsidR="0013509F" w:rsidRPr="008074A1" w:rsidTr="006B326A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75A131</w:t>
            </w: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KABEL METALICKÝ DVOUPLÁŠŤOVÝ DO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1,200</w:t>
            </w:r>
          </w:p>
        </w:tc>
        <w:tc>
          <w:tcPr>
            <w:tcW w:w="923" w:type="dxa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1,295</w:t>
            </w:r>
          </w:p>
        </w:tc>
      </w:tr>
      <w:tr w:rsidR="0013509F" w:rsidRPr="008074A1" w:rsidTr="006B326A"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75A151</w:t>
            </w:r>
          </w:p>
        </w:tc>
        <w:tc>
          <w:tcPr>
            <w:tcW w:w="5804" w:type="dxa"/>
            <w:tcBorders>
              <w:top w:val="single" w:sz="4" w:space="0" w:color="auto"/>
            </w:tcBorders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KABEL METALICKÝ SE STÍNĚNÍM DO 12 PÁRŮ - DODÁVKA</w:t>
            </w: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FFDC97" w:themeFill="accent4" w:themeFillTint="66"/>
            <w:vAlign w:val="center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11,000</w:t>
            </w:r>
          </w:p>
        </w:tc>
        <w:tc>
          <w:tcPr>
            <w:tcW w:w="923" w:type="dxa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12,906</w:t>
            </w:r>
          </w:p>
        </w:tc>
      </w:tr>
      <w:tr w:rsidR="0013509F" w:rsidRPr="008074A1" w:rsidTr="006B326A">
        <w:tc>
          <w:tcPr>
            <w:tcW w:w="440" w:type="dxa"/>
            <w:vAlign w:val="center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17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75A161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KABEL METALICKÝ SE STÍNĚNÍM PŘES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76,000</w:t>
            </w:r>
          </w:p>
        </w:tc>
        <w:tc>
          <w:tcPr>
            <w:tcW w:w="923" w:type="dxa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206,32</w:t>
            </w:r>
          </w:p>
        </w:tc>
      </w:tr>
      <w:tr w:rsidR="0013509F" w:rsidRPr="008074A1" w:rsidTr="006B326A">
        <w:tc>
          <w:tcPr>
            <w:tcW w:w="440" w:type="dxa"/>
            <w:vAlign w:val="center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75A217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ZATAŽENÍ A SPOJKOVÁNÍ KABELŮ DO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1,200</w:t>
            </w:r>
          </w:p>
        </w:tc>
        <w:tc>
          <w:tcPr>
            <w:tcW w:w="923" w:type="dxa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1,295</w:t>
            </w:r>
          </w:p>
        </w:tc>
      </w:tr>
      <w:tr w:rsidR="0013509F" w:rsidRPr="008074A1" w:rsidTr="006B326A">
        <w:tc>
          <w:tcPr>
            <w:tcW w:w="440" w:type="dxa"/>
            <w:vAlign w:val="center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19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75A237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ZATAŽENÍ A SPOJKOVÁNÍ KABELŮ SE STÍNĚNÍM DO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11,000</w:t>
            </w:r>
          </w:p>
        </w:tc>
        <w:tc>
          <w:tcPr>
            <w:tcW w:w="923" w:type="dxa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12,906</w:t>
            </w:r>
          </w:p>
        </w:tc>
      </w:tr>
      <w:tr w:rsidR="0013509F" w:rsidRPr="008074A1" w:rsidTr="006B326A">
        <w:tc>
          <w:tcPr>
            <w:tcW w:w="440" w:type="dxa"/>
            <w:vAlign w:val="center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75A247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ZATAŽENÍ A SPOJKOVÁNÍ KABELŮ SE STÍNĚNÍM PŘES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76,000</w:t>
            </w:r>
          </w:p>
        </w:tc>
        <w:tc>
          <w:tcPr>
            <w:tcW w:w="923" w:type="dxa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206,32</w:t>
            </w:r>
          </w:p>
        </w:tc>
      </w:tr>
      <w:tr w:rsidR="0013509F" w:rsidRPr="008074A1" w:rsidTr="006B326A">
        <w:tc>
          <w:tcPr>
            <w:tcW w:w="440" w:type="dxa"/>
            <w:vAlign w:val="center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21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75A311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KABELOVÁ FORMA (UKONČENÍ KABELŮ) PRO KABELY ZABEZPEČOVACÍ DO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8,000</w:t>
            </w:r>
          </w:p>
        </w:tc>
        <w:tc>
          <w:tcPr>
            <w:tcW w:w="923" w:type="dxa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18</w:t>
            </w:r>
          </w:p>
        </w:tc>
      </w:tr>
      <w:tr w:rsidR="0013509F" w:rsidRPr="008074A1" w:rsidTr="006B326A">
        <w:tc>
          <w:tcPr>
            <w:tcW w:w="440" w:type="dxa"/>
            <w:vAlign w:val="center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22</w:t>
            </w:r>
          </w:p>
        </w:tc>
        <w:tc>
          <w:tcPr>
            <w:tcW w:w="1128" w:type="dxa"/>
            <w:shd w:val="clear" w:color="auto" w:fill="FFDC97" w:themeFill="accent4" w:themeFillTint="66"/>
            <w:vAlign w:val="center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75A312</w:t>
            </w:r>
          </w:p>
        </w:tc>
        <w:tc>
          <w:tcPr>
            <w:tcW w:w="5804" w:type="dxa"/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KABELOVÁ FORMA (UKONČENÍ KABELŮ) PRO KABELY ZABEZPEČOVACÍ PŘES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13509F" w:rsidRPr="008074A1" w:rsidRDefault="0013509F" w:rsidP="005279AD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1,000</w:t>
            </w:r>
          </w:p>
        </w:tc>
        <w:tc>
          <w:tcPr>
            <w:tcW w:w="923" w:type="dxa"/>
          </w:tcPr>
          <w:p w:rsidR="0013509F" w:rsidRPr="008074A1" w:rsidRDefault="0013509F" w:rsidP="005279AD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10</w:t>
            </w:r>
          </w:p>
        </w:tc>
      </w:tr>
    </w:tbl>
    <w:p w:rsidR="0013509F" w:rsidRPr="008074A1" w:rsidRDefault="0013509F" w:rsidP="006B326A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>Žádáme zadavatele o prověření.</w:t>
      </w:r>
    </w:p>
    <w:p w:rsidR="006B326A" w:rsidRDefault="0013509F" w:rsidP="006B32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6B326A" w:rsidRPr="006B326A" w:rsidRDefault="006B326A" w:rsidP="006B326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V Soupisu prací je počítáno pouze s délkou kabelů ležících v hra</w:t>
      </w:r>
      <w:r>
        <w:rPr>
          <w:rFonts w:eastAsia="Calibri" w:cs="Times New Roman"/>
          <w:lang w:eastAsia="cs-CZ"/>
        </w:rPr>
        <w:t>nicích tohoto PS, přičemž ve sché</w:t>
      </w:r>
      <w:r w:rsidRPr="006B326A">
        <w:rPr>
          <w:rFonts w:eastAsia="Calibri" w:cs="Times New Roman"/>
          <w:lang w:eastAsia="cs-CZ"/>
        </w:rPr>
        <w:t>ma kabelů je u kabelu uváděna jeho celková délka a délka obsažena v tom</w:t>
      </w:r>
      <w:r>
        <w:rPr>
          <w:rFonts w:eastAsia="Calibri" w:cs="Times New Roman"/>
          <w:lang w:eastAsia="cs-CZ"/>
        </w:rPr>
        <w:t>to PS je uvedena v závorce. Sché</w:t>
      </w:r>
      <w:r w:rsidRPr="006B326A">
        <w:rPr>
          <w:rFonts w:eastAsia="Calibri" w:cs="Times New Roman"/>
          <w:lang w:eastAsia="cs-CZ"/>
        </w:rPr>
        <w:t>ma kabelů, tabulka kabelů a soupis prací byly prověřeny a uvedeny do souladu, viz přílohy.</w:t>
      </w:r>
    </w:p>
    <w:tbl>
      <w:tblPr>
        <w:tblStyle w:val="Mkatabulky9"/>
        <w:tblW w:w="10207" w:type="dxa"/>
        <w:tblInd w:w="-743" w:type="dxa"/>
        <w:tblLook w:val="04A0" w:firstRow="1" w:lastRow="0" w:firstColumn="1" w:lastColumn="0" w:noHBand="0" w:noVBand="1"/>
      </w:tblPr>
      <w:tblGrid>
        <w:gridCol w:w="441"/>
        <w:gridCol w:w="1121"/>
        <w:gridCol w:w="5810"/>
        <w:gridCol w:w="879"/>
        <w:gridCol w:w="829"/>
        <w:gridCol w:w="1127"/>
      </w:tblGrid>
      <w:tr w:rsidR="006B326A" w:rsidRPr="008074A1" w:rsidTr="006B326A"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829" w:type="dxa"/>
            <w:tcBorders>
              <w:left w:val="single" w:sz="4" w:space="0" w:color="auto"/>
            </w:tcBorders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VV</w:t>
            </w:r>
          </w:p>
        </w:tc>
        <w:tc>
          <w:tcPr>
            <w:tcW w:w="1127" w:type="dxa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Po prověření</w:t>
            </w:r>
          </w:p>
        </w:tc>
      </w:tr>
      <w:tr w:rsidR="006B326A" w:rsidRPr="008074A1" w:rsidTr="006B326A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75A131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KABEL METALICKÝ DVOUPLÁŠŤOVÝ DO 12 PÁRŮ - DODÁVKA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9" w:type="dxa"/>
            <w:tcBorders>
              <w:left w:val="single" w:sz="4" w:space="0" w:color="auto"/>
            </w:tcBorders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1,200</w:t>
            </w:r>
          </w:p>
        </w:tc>
        <w:tc>
          <w:tcPr>
            <w:tcW w:w="1127" w:type="dxa"/>
          </w:tcPr>
          <w:p w:rsidR="006B326A" w:rsidRPr="00965674" w:rsidRDefault="006B326A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1,3</w:t>
            </w:r>
          </w:p>
        </w:tc>
      </w:tr>
      <w:tr w:rsidR="006B326A" w:rsidRPr="008074A1" w:rsidTr="006B326A">
        <w:tc>
          <w:tcPr>
            <w:tcW w:w="441" w:type="dxa"/>
            <w:tcBorders>
              <w:top w:val="single" w:sz="4" w:space="0" w:color="auto"/>
            </w:tcBorders>
            <w:vAlign w:val="center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75A151</w:t>
            </w:r>
          </w:p>
        </w:tc>
        <w:tc>
          <w:tcPr>
            <w:tcW w:w="5810" w:type="dxa"/>
            <w:tcBorders>
              <w:top w:val="single" w:sz="4" w:space="0" w:color="auto"/>
            </w:tcBorders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KABEL METALICKÝ SE STÍNĚNÍM DO 12 PÁRŮ - DODÁVKA</w:t>
            </w: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FFDC97" w:themeFill="accent4" w:themeFillTint="66"/>
            <w:vAlign w:val="center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11,000</w:t>
            </w:r>
          </w:p>
        </w:tc>
        <w:tc>
          <w:tcPr>
            <w:tcW w:w="1127" w:type="dxa"/>
          </w:tcPr>
          <w:p w:rsidR="006B326A" w:rsidRPr="00965674" w:rsidRDefault="006B326A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12</w:t>
            </w:r>
          </w:p>
        </w:tc>
      </w:tr>
      <w:tr w:rsidR="006B326A" w:rsidRPr="008074A1" w:rsidTr="006B326A">
        <w:tc>
          <w:tcPr>
            <w:tcW w:w="441" w:type="dxa"/>
            <w:vAlign w:val="center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17</w:t>
            </w:r>
          </w:p>
        </w:tc>
        <w:tc>
          <w:tcPr>
            <w:tcW w:w="1121" w:type="dxa"/>
            <w:shd w:val="clear" w:color="auto" w:fill="FFDC97" w:themeFill="accent4" w:themeFillTint="66"/>
            <w:vAlign w:val="center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75A161</w:t>
            </w:r>
          </w:p>
        </w:tc>
        <w:tc>
          <w:tcPr>
            <w:tcW w:w="5810" w:type="dxa"/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KABEL METALICKÝ SE STÍNĚNÍM PŘES 12 PÁRŮ - DODÁVKA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76,000</w:t>
            </w:r>
          </w:p>
        </w:tc>
        <w:tc>
          <w:tcPr>
            <w:tcW w:w="1127" w:type="dxa"/>
          </w:tcPr>
          <w:p w:rsidR="006B326A" w:rsidRPr="00965674" w:rsidRDefault="006B326A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52</w:t>
            </w:r>
          </w:p>
        </w:tc>
      </w:tr>
      <w:tr w:rsidR="006B326A" w:rsidRPr="008074A1" w:rsidTr="006B326A">
        <w:tc>
          <w:tcPr>
            <w:tcW w:w="441" w:type="dxa"/>
            <w:vAlign w:val="center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1121" w:type="dxa"/>
            <w:shd w:val="clear" w:color="auto" w:fill="FFDC97" w:themeFill="accent4" w:themeFillTint="66"/>
            <w:vAlign w:val="center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75A217</w:t>
            </w:r>
          </w:p>
        </w:tc>
        <w:tc>
          <w:tcPr>
            <w:tcW w:w="5810" w:type="dxa"/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ZATAŽENÍ A SPOJKOVÁNÍ KABELŮ DO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1,200</w:t>
            </w:r>
          </w:p>
        </w:tc>
        <w:tc>
          <w:tcPr>
            <w:tcW w:w="1127" w:type="dxa"/>
          </w:tcPr>
          <w:p w:rsidR="006B326A" w:rsidRPr="00965674" w:rsidRDefault="006B326A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1,3</w:t>
            </w:r>
          </w:p>
        </w:tc>
      </w:tr>
      <w:tr w:rsidR="006B326A" w:rsidRPr="008074A1" w:rsidTr="006B326A">
        <w:tc>
          <w:tcPr>
            <w:tcW w:w="441" w:type="dxa"/>
            <w:vAlign w:val="center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19</w:t>
            </w:r>
          </w:p>
        </w:tc>
        <w:tc>
          <w:tcPr>
            <w:tcW w:w="1121" w:type="dxa"/>
            <w:shd w:val="clear" w:color="auto" w:fill="FFDC97" w:themeFill="accent4" w:themeFillTint="66"/>
            <w:vAlign w:val="center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75A237</w:t>
            </w:r>
          </w:p>
        </w:tc>
        <w:tc>
          <w:tcPr>
            <w:tcW w:w="5810" w:type="dxa"/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ZATAŽENÍ A SPOJKOVÁNÍ KABELŮ SE STÍNĚNÍM DO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11,000</w:t>
            </w:r>
          </w:p>
        </w:tc>
        <w:tc>
          <w:tcPr>
            <w:tcW w:w="1127" w:type="dxa"/>
          </w:tcPr>
          <w:p w:rsidR="006B326A" w:rsidRPr="00965674" w:rsidRDefault="006B326A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12</w:t>
            </w:r>
          </w:p>
        </w:tc>
      </w:tr>
      <w:tr w:rsidR="006B326A" w:rsidRPr="008074A1" w:rsidTr="006B326A">
        <w:tc>
          <w:tcPr>
            <w:tcW w:w="441" w:type="dxa"/>
            <w:vAlign w:val="center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1121" w:type="dxa"/>
            <w:shd w:val="clear" w:color="auto" w:fill="FFDC97" w:themeFill="accent4" w:themeFillTint="66"/>
            <w:vAlign w:val="center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75A247</w:t>
            </w:r>
          </w:p>
        </w:tc>
        <w:tc>
          <w:tcPr>
            <w:tcW w:w="5810" w:type="dxa"/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ZATAŽENÍ A SPOJKOVÁNÍ KABELŮ SE STÍNĚNÍM PŘES 12 PÁRŮ - MONTÁŽ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  <w:color w:val="000000"/>
                <w:lang w:eastAsia="cs-CZ"/>
              </w:rPr>
              <w:t>KMPÁR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76,000</w:t>
            </w:r>
          </w:p>
        </w:tc>
        <w:tc>
          <w:tcPr>
            <w:tcW w:w="1127" w:type="dxa"/>
          </w:tcPr>
          <w:p w:rsidR="006B326A" w:rsidRPr="00965674" w:rsidRDefault="006B326A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52</w:t>
            </w:r>
          </w:p>
        </w:tc>
      </w:tr>
      <w:tr w:rsidR="006B326A" w:rsidRPr="008074A1" w:rsidTr="006B326A">
        <w:tc>
          <w:tcPr>
            <w:tcW w:w="441" w:type="dxa"/>
            <w:vAlign w:val="center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21</w:t>
            </w:r>
          </w:p>
        </w:tc>
        <w:tc>
          <w:tcPr>
            <w:tcW w:w="1121" w:type="dxa"/>
            <w:shd w:val="clear" w:color="auto" w:fill="FFDC97" w:themeFill="accent4" w:themeFillTint="66"/>
            <w:vAlign w:val="center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75A311</w:t>
            </w:r>
          </w:p>
        </w:tc>
        <w:tc>
          <w:tcPr>
            <w:tcW w:w="5810" w:type="dxa"/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KABELOVÁ FORMA (UKONČENÍ KABELŮ) PRO KABELY ZABEZPEČOVACÍ DO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8,000</w:t>
            </w:r>
          </w:p>
        </w:tc>
        <w:tc>
          <w:tcPr>
            <w:tcW w:w="1127" w:type="dxa"/>
          </w:tcPr>
          <w:p w:rsidR="006B326A" w:rsidRPr="00965674" w:rsidRDefault="006B326A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 w:rsidRPr="00965674">
              <w:rPr>
                <w:rFonts w:ascii="Calibri" w:eastAsia="Calibri" w:hAnsi="Calibri" w:cs="Times New Roman"/>
                <w:color w:val="FF0000"/>
              </w:rPr>
              <w:t>18</w:t>
            </w:r>
          </w:p>
        </w:tc>
      </w:tr>
      <w:tr w:rsidR="006B326A" w:rsidRPr="008074A1" w:rsidTr="006B326A">
        <w:tc>
          <w:tcPr>
            <w:tcW w:w="441" w:type="dxa"/>
            <w:vAlign w:val="center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22</w:t>
            </w:r>
          </w:p>
        </w:tc>
        <w:tc>
          <w:tcPr>
            <w:tcW w:w="1121" w:type="dxa"/>
            <w:shd w:val="clear" w:color="auto" w:fill="FFDC97" w:themeFill="accent4" w:themeFillTint="66"/>
            <w:vAlign w:val="center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75A312</w:t>
            </w:r>
          </w:p>
        </w:tc>
        <w:tc>
          <w:tcPr>
            <w:tcW w:w="5810" w:type="dxa"/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KABELOVÁ FORMA (UKONČENÍ KABELŮ) PRO KABELY ZABEZPEČOVACÍ PŘES 12 PÁRŮ</w:t>
            </w:r>
          </w:p>
        </w:tc>
        <w:tc>
          <w:tcPr>
            <w:tcW w:w="879" w:type="dxa"/>
            <w:shd w:val="clear" w:color="auto" w:fill="FFDC97" w:themeFill="accent4" w:themeFillTint="66"/>
            <w:vAlign w:val="center"/>
          </w:tcPr>
          <w:p w:rsidR="006B326A" w:rsidRPr="008074A1" w:rsidRDefault="006B326A" w:rsidP="0002244A">
            <w:pPr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KUS</w:t>
            </w:r>
          </w:p>
        </w:tc>
        <w:tc>
          <w:tcPr>
            <w:tcW w:w="829" w:type="dxa"/>
            <w:shd w:val="clear" w:color="auto" w:fill="FFDC97" w:themeFill="accent4" w:themeFillTint="66"/>
          </w:tcPr>
          <w:p w:rsidR="006B326A" w:rsidRPr="008074A1" w:rsidRDefault="006B326A" w:rsidP="0002244A">
            <w:pPr>
              <w:contextualSpacing/>
              <w:rPr>
                <w:rFonts w:ascii="Calibri" w:eastAsia="Calibri" w:hAnsi="Calibri" w:cs="Times New Roman"/>
              </w:rPr>
            </w:pPr>
            <w:r w:rsidRPr="008074A1">
              <w:rPr>
                <w:rFonts w:ascii="Calibri" w:eastAsia="Calibri" w:hAnsi="Calibri" w:cs="Times New Roman"/>
              </w:rPr>
              <w:t>1,000</w:t>
            </w:r>
          </w:p>
        </w:tc>
        <w:tc>
          <w:tcPr>
            <w:tcW w:w="1127" w:type="dxa"/>
          </w:tcPr>
          <w:p w:rsidR="006B326A" w:rsidRPr="00965674" w:rsidRDefault="006B326A" w:rsidP="0002244A">
            <w:pPr>
              <w:contextualSpacing/>
              <w:rPr>
                <w:rFonts w:ascii="Calibri" w:eastAsia="Calibri" w:hAnsi="Calibri" w:cs="Times New Roman"/>
                <w:color w:val="FF0000"/>
              </w:rPr>
            </w:pPr>
            <w:r>
              <w:rPr>
                <w:rFonts w:ascii="Calibri" w:eastAsia="Calibri" w:hAnsi="Calibri" w:cs="Times New Roman"/>
                <w:color w:val="FF0000"/>
              </w:rPr>
              <w:t>8</w:t>
            </w:r>
          </w:p>
        </w:tc>
      </w:tr>
    </w:tbl>
    <w:p w:rsidR="006B326A" w:rsidRPr="006B326A" w:rsidRDefault="006B326A" w:rsidP="006B326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Opravené části dokumentace vč. 0701, 0702 a 0003 jsou přiloženy.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233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8074A1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>PS 47-21-11. V tabulce i schématu kabelů se vyskytují tyto kabely:</w:t>
      </w:r>
    </w:p>
    <w:tbl>
      <w:tblPr>
        <w:tblW w:w="85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100"/>
        <w:gridCol w:w="840"/>
        <w:gridCol w:w="640"/>
        <w:gridCol w:w="2680"/>
        <w:gridCol w:w="2600"/>
      </w:tblGrid>
      <w:tr w:rsidR="0013509F" w:rsidRPr="008074A1" w:rsidTr="005279AD">
        <w:trPr>
          <w:trHeight w:val="25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1081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EY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24p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50m</w:t>
            </w:r>
          </w:p>
        </w:tc>
        <w:tc>
          <w:tcPr>
            <w:tcW w:w="2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RD E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A</w:t>
            </w:r>
          </w:p>
        </w:tc>
      </w:tr>
      <w:tr w:rsidR="0013509F" w:rsidRPr="008074A1" w:rsidTr="005279AD">
        <w:trPr>
          <w:trHeight w:val="25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1087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EY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24p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40m</w:t>
            </w:r>
          </w:p>
        </w:tc>
        <w:tc>
          <w:tcPr>
            <w:tcW w:w="2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RD E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B</w:t>
            </w:r>
          </w:p>
        </w:tc>
      </w:tr>
      <w:tr w:rsidR="0013509F" w:rsidRPr="008074A1" w:rsidTr="005279AD">
        <w:trPr>
          <w:trHeight w:val="25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1085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CYKY4D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50</w:t>
            </w:r>
          </w:p>
        </w:tc>
        <w:tc>
          <w:tcPr>
            <w:tcW w:w="2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RD E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A</w:t>
            </w:r>
          </w:p>
        </w:tc>
      </w:tr>
      <w:tr w:rsidR="0013509F" w:rsidRPr="008074A1" w:rsidTr="005279AD">
        <w:trPr>
          <w:trHeight w:val="25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1091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CYKY4D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40</w:t>
            </w:r>
          </w:p>
        </w:tc>
        <w:tc>
          <w:tcPr>
            <w:tcW w:w="2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RD E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B</w:t>
            </w:r>
          </w:p>
        </w:tc>
      </w:tr>
      <w:tr w:rsidR="0013509F" w:rsidRPr="008074A1" w:rsidTr="005279AD">
        <w:trPr>
          <w:trHeight w:val="25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9030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CYKY4Dx1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074A1">
              <w:rPr>
                <w:rFonts w:ascii="Arial" w:eastAsia="Times New Roman" w:hAnsi="Arial" w:cs="Arial"/>
                <w:color w:val="000000"/>
                <w:lang w:eastAsia="cs-CZ"/>
              </w:rPr>
              <w:t>3200</w:t>
            </w:r>
          </w:p>
        </w:tc>
        <w:tc>
          <w:tcPr>
            <w:tcW w:w="2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RU DET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074A1">
              <w:rPr>
                <w:rFonts w:ascii="Arial" w:eastAsia="Times New Roman" w:hAnsi="Arial" w:cs="Arial"/>
                <w:lang w:eastAsia="cs-CZ"/>
              </w:rPr>
              <w:t>RD E</w:t>
            </w:r>
          </w:p>
        </w:tc>
      </w:tr>
    </w:tbl>
    <w:p w:rsidR="0013509F" w:rsidRPr="008074A1" w:rsidRDefault="0013509F" w:rsidP="006B326A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>Ve výkazu výměr se nevyskytují odpovídající položky</w:t>
      </w:r>
      <w:r>
        <w:rPr>
          <w:rFonts w:ascii="Calibri" w:eastAsia="Calibri" w:hAnsi="Calibri" w:cs="Times New Roman"/>
          <w:sz w:val="22"/>
          <w:szCs w:val="22"/>
        </w:rPr>
        <w:t>. Žádáme zadavatele o prověření.</w:t>
      </w:r>
    </w:p>
    <w:p w:rsidR="006B326A" w:rsidRDefault="0013509F" w:rsidP="006B32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6B326A" w:rsidRPr="006B326A" w:rsidRDefault="006B326A" w:rsidP="006B326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Jedná se o napájecí kabel k přejezdu (CYKY 4x16) a kabely k pohonům závor (CYKY 4 x 10 nebo 16 mm2). Odpovídající položka k napájecím kabelům je č. 15 „KABEL NN ČTYŘ- A PĚTIŽÍLOVÝ CU S PLASTOVOU IZOLACÍ OD 4 DO 16 MM2</w:t>
      </w:r>
      <w:r>
        <w:rPr>
          <w:rFonts w:eastAsia="Calibri" w:cs="Times New Roman"/>
          <w:lang w:eastAsia="cs-CZ"/>
        </w:rPr>
        <w:t>“ která byla po prověře</w:t>
      </w:r>
      <w:r w:rsidRPr="006B326A">
        <w:rPr>
          <w:rFonts w:eastAsia="Calibri" w:cs="Times New Roman"/>
          <w:lang w:eastAsia="cs-CZ"/>
        </w:rPr>
        <w:t xml:space="preserve">ní doplněna ještě o položky pro ukončení kabelů a jejich zatažení (č. 16 a 17) a byla prověřena jejich výměra. Položky pro nestíněné kabely byly doplněny. </w:t>
      </w:r>
      <w:r>
        <w:rPr>
          <w:rFonts w:eastAsia="Calibri" w:cs="Times New Roman"/>
          <w:lang w:eastAsia="cs-CZ"/>
        </w:rPr>
        <w:t>Opravené části dokumentace v</w:t>
      </w:r>
      <w:r w:rsidRPr="006B326A">
        <w:rPr>
          <w:rFonts w:eastAsia="Calibri" w:cs="Times New Roman"/>
          <w:lang w:eastAsia="cs-CZ"/>
        </w:rPr>
        <w:t>č. 0701, 0702 a 0003 jsou přiloženy.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234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PS 41-21-01. Dle TZ, odst. „2.4 Návěstidla“ se mají zbudovat některá nová návěstidla od čtyř světel. Ve výkazu výměr je pouze položka č. 43, která je pravděpodobně určena pro provizorní stavy: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43   75C516   </w:t>
      </w:r>
      <w:r w:rsidRPr="008074A1">
        <w:rPr>
          <w:rFonts w:eastAsia="Calibri" w:cs="Times New Roman"/>
          <w:lang w:eastAsia="cs-CZ"/>
        </w:rPr>
        <w:t>STOŽÁROVÉ NÁVĚS</w:t>
      </w:r>
      <w:r>
        <w:rPr>
          <w:rFonts w:eastAsia="Calibri" w:cs="Times New Roman"/>
          <w:lang w:eastAsia="cs-CZ"/>
        </w:rPr>
        <w:t xml:space="preserve">TIDLO DO DVOU SVĚTEL – PRONÁJEM  </w:t>
      </w:r>
      <w:r w:rsidRPr="008074A1">
        <w:rPr>
          <w:rFonts w:eastAsia="Calibri" w:cs="Times New Roman"/>
          <w:lang w:eastAsia="cs-CZ"/>
        </w:rPr>
        <w:t>kus/měsíc</w:t>
      </w:r>
      <w:r w:rsidRPr="008074A1">
        <w:rPr>
          <w:rFonts w:eastAsia="Calibri" w:cs="Times New Roman"/>
          <w:lang w:eastAsia="cs-CZ"/>
        </w:rPr>
        <w:tab/>
      </w:r>
      <w:r>
        <w:rPr>
          <w:rFonts w:eastAsia="Calibri" w:cs="Times New Roman"/>
          <w:lang w:eastAsia="cs-CZ"/>
        </w:rPr>
        <w:t xml:space="preserve"> </w:t>
      </w:r>
      <w:r w:rsidRPr="008074A1">
        <w:rPr>
          <w:rFonts w:eastAsia="Calibri" w:cs="Times New Roman"/>
          <w:lang w:eastAsia="cs-CZ"/>
        </w:rPr>
        <w:t>8,000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Žádáme zadavatele o prověření.</w:t>
      </w:r>
    </w:p>
    <w:p w:rsidR="006B326A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6B326A" w:rsidRDefault="006B326A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Ano položka č. 43 je určena pro provizorní stavy. Soupis prací byl doplněn o položku „STOŽÁROVÉ NÁVĚSTIDLO OD ČTYŘ SVĚTEL – DODÁVKA“ o výměru 8 ks podle TZ, odst. „2.4 Návěstidla“, viz přílohy.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235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PS 41-21-01. Domníváme se, že se ve VV vyskytuje duplicitní položka </w:t>
      </w:r>
      <w:proofErr w:type="gramStart"/>
      <w:r w:rsidRPr="008074A1">
        <w:rPr>
          <w:rFonts w:eastAsia="Calibri" w:cs="Times New Roman"/>
          <w:lang w:eastAsia="cs-CZ"/>
        </w:rPr>
        <w:t>č.55</w:t>
      </w:r>
      <w:proofErr w:type="gramEnd"/>
      <w:r w:rsidRPr="008074A1">
        <w:rPr>
          <w:rFonts w:eastAsia="Calibri" w:cs="Times New Roman"/>
          <w:lang w:eastAsia="cs-CZ"/>
        </w:rPr>
        <w:t xml:space="preserve"> „OZNAČOVACÍ PÁS NÁVĚSTIDLA – DEMONTÁŽ“ k pol.č.53, ovšem s jiným množstvím. Žádáme zadavatele o prověření.</w:t>
      </w:r>
    </w:p>
    <w:p w:rsidR="006B326A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6B326A" w:rsidRDefault="006B326A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Ano položka č. 55 je skutečně duplicitní a byla ze soupisu prací vypuštěna, viz přílohy.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236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PS 41-21-01. V TZ se v odst. 2.4 „Návěstidla“ říká: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„Návěstidla L2, L6, S6 a S8 budou namontované na atypický základ betonovaný na místě z důvodu kolize s odvodněním, kdy bude trubka trativodu součástí základu.“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Ve výkazu výměr je však odpovídající položka v množství 3ks. Žádáme zadavatele o opravu množství ve VV.</w:t>
      </w:r>
    </w:p>
    <w:p w:rsidR="006B326A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13509F" w:rsidRPr="006B326A" w:rsidRDefault="006B326A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 xml:space="preserve">Množství v položce </w:t>
      </w:r>
      <w:proofErr w:type="gramStart"/>
      <w:r w:rsidRPr="006B326A">
        <w:rPr>
          <w:rFonts w:eastAsia="Calibri" w:cs="Times New Roman"/>
          <w:lang w:eastAsia="cs-CZ"/>
        </w:rPr>
        <w:t>č.5 „ATYPICKÝ</w:t>
      </w:r>
      <w:proofErr w:type="gramEnd"/>
      <w:r w:rsidRPr="006B326A">
        <w:rPr>
          <w:rFonts w:eastAsia="Calibri" w:cs="Times New Roman"/>
          <w:lang w:eastAsia="cs-CZ"/>
        </w:rPr>
        <w:t xml:space="preserve"> ZÁKLAD NÁVĚSTIDLA PRO PRŮCHOD TRATIVODU“ bylo opraveno na 4 ks, viz přílohy.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237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Klimatizace. V technické zprávě PS 54-21-01_A „ŽST Petrovice u Karviné, část A - SZZ definitivní“ se říká: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„Stavědlová ústředna včetně místnosti zdrojů </w:t>
      </w:r>
      <w:proofErr w:type="spellStart"/>
      <w:r w:rsidRPr="008074A1">
        <w:rPr>
          <w:rFonts w:eastAsia="Calibri" w:cs="Times New Roman"/>
          <w:lang w:eastAsia="cs-CZ"/>
        </w:rPr>
        <w:t>zab</w:t>
      </w:r>
      <w:proofErr w:type="spellEnd"/>
      <w:r w:rsidRPr="008074A1">
        <w:rPr>
          <w:rFonts w:eastAsia="Calibri" w:cs="Times New Roman"/>
          <w:lang w:eastAsia="cs-CZ"/>
        </w:rPr>
        <w:t xml:space="preserve">. </w:t>
      </w:r>
      <w:proofErr w:type="gramStart"/>
      <w:r w:rsidRPr="008074A1">
        <w:rPr>
          <w:rFonts w:eastAsia="Calibri" w:cs="Times New Roman"/>
          <w:lang w:eastAsia="cs-CZ"/>
        </w:rPr>
        <w:t>zař</w:t>
      </w:r>
      <w:proofErr w:type="gramEnd"/>
      <w:r w:rsidRPr="008074A1">
        <w:rPr>
          <w:rFonts w:eastAsia="Calibri" w:cs="Times New Roman"/>
          <w:lang w:eastAsia="cs-CZ"/>
        </w:rPr>
        <w:t xml:space="preserve">. bude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vybavena chladícími jednotkami pro udržení požadované teploty. Tyto jednotky budou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umožňovat pokročilou dálkovou diagnostiku klimatizace technologických místností s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přenosem informací do DDTS. Jednotky budou zdvojeny tak, aby v případě poruchy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postačil výkon jedné k udržení patřičné normové teploty. Klimatizaci pro udržení patřičné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teploty v technologických místnostech zabezpečovacího zařízení, </w:t>
      </w:r>
      <w:proofErr w:type="spellStart"/>
      <w:r w:rsidRPr="008074A1">
        <w:rPr>
          <w:rFonts w:eastAsia="Calibri" w:cs="Times New Roman"/>
          <w:lang w:eastAsia="cs-CZ"/>
        </w:rPr>
        <w:t>tj</w:t>
      </w:r>
      <w:proofErr w:type="spellEnd"/>
      <w:r w:rsidRPr="008074A1">
        <w:rPr>
          <w:rFonts w:eastAsia="Calibri" w:cs="Times New Roman"/>
          <w:lang w:eastAsia="cs-CZ"/>
        </w:rPr>
        <w:t xml:space="preserve"> </w:t>
      </w:r>
      <w:proofErr w:type="gramStart"/>
      <w:r w:rsidRPr="008074A1">
        <w:rPr>
          <w:rFonts w:eastAsia="Calibri" w:cs="Times New Roman"/>
          <w:lang w:eastAsia="cs-CZ"/>
        </w:rPr>
        <w:t>ve</w:t>
      </w:r>
      <w:proofErr w:type="gramEnd"/>
      <w:r w:rsidRPr="008074A1">
        <w:rPr>
          <w:rFonts w:eastAsia="Calibri" w:cs="Times New Roman"/>
          <w:lang w:eastAsia="cs-CZ"/>
        </w:rPr>
        <w:t xml:space="preserve"> SÚ a v místnosti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zdrojů zabezpečovacího zařízení řeší SO 47-40-01 „ŽST Petrovice u K., přístavba a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stavební úpravy v technologické budově.“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Zmíněné SO 47-40-01 je „Technologický domek pro přejezd km 0,687“ a položky klimatizací se tam nevyskytují.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Zmíněný název odpovídá SO 45-10-01 „</w:t>
      </w:r>
      <w:proofErr w:type="spellStart"/>
      <w:r w:rsidRPr="008074A1">
        <w:rPr>
          <w:rFonts w:eastAsia="Calibri" w:cs="Times New Roman"/>
          <w:lang w:eastAsia="cs-CZ"/>
        </w:rPr>
        <w:t>Žst</w:t>
      </w:r>
      <w:proofErr w:type="spellEnd"/>
      <w:r w:rsidRPr="008074A1">
        <w:rPr>
          <w:rFonts w:eastAsia="Calibri" w:cs="Times New Roman"/>
          <w:lang w:eastAsia="cs-CZ"/>
        </w:rPr>
        <w:t>. Petrovice, přístavba a stavební úpravy v technologické budově“, ovšem klimatizace se ve výkazu výměr také nevyskytují.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Oproti tomu v předmětném PS 54-21-01_A jsou položky pro ocenění klimatizací. V dokumentaci se nenachází návrh řešení klimatizací.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Žádáme zadavatele o vysvětlení a o doplnění výkresové dokumentace pro klimatizace patřičných technologických místností.</w:t>
      </w:r>
    </w:p>
    <w:p w:rsidR="006B326A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6B326A" w:rsidRDefault="006B326A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 xml:space="preserve">Klimatizaci řeší SO 45-40-01, VV a SP byly přílohou dotazu 130-134. Pro jistotu dokládáme přílohou znovu. Údaj v čl. </w:t>
      </w:r>
      <w:proofErr w:type="gramStart"/>
      <w:r w:rsidRPr="006B326A">
        <w:rPr>
          <w:rFonts w:eastAsia="Calibri" w:cs="Times New Roman"/>
          <w:lang w:eastAsia="cs-CZ"/>
        </w:rPr>
        <w:t>1.3. technické</w:t>
      </w:r>
      <w:proofErr w:type="gramEnd"/>
      <w:r w:rsidRPr="006B326A">
        <w:rPr>
          <w:rFonts w:eastAsia="Calibri" w:cs="Times New Roman"/>
          <w:lang w:eastAsia="cs-CZ"/>
        </w:rPr>
        <w:t xml:space="preserve"> zprávy PS 45-21-01_A byl opraven, položky pro ocenění klimatizací v soupisu prací PS 45-21-01_A byly vypuštěny.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62937" w:rsidRDefault="00F62937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62937" w:rsidRDefault="00F62937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238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Pr="008074A1" w:rsidRDefault="0013509F" w:rsidP="0013509F">
      <w:pPr>
        <w:spacing w:after="200" w:line="276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>V tabulce níže jsou uvedeny výkopy v zemině tř. III, jedná se o PS pro zabezpečovací zařízení:</w:t>
      </w:r>
    </w:p>
    <w:tbl>
      <w:tblPr>
        <w:tblW w:w="878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728"/>
        <w:gridCol w:w="728"/>
        <w:gridCol w:w="185"/>
        <w:gridCol w:w="3959"/>
        <w:gridCol w:w="728"/>
        <w:gridCol w:w="973"/>
      </w:tblGrid>
      <w:tr w:rsidR="0013509F" w:rsidRPr="008074A1" w:rsidTr="005279AD">
        <w:trPr>
          <w:trHeight w:val="30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 41-21-01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13293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RÝH ŠÍŘ DO 2M 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192,000</w:t>
            </w:r>
          </w:p>
        </w:tc>
      </w:tr>
      <w:tr w:rsidR="0013509F" w:rsidRPr="008074A1" w:rsidTr="005279AD">
        <w:trPr>
          <w:trHeight w:val="31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 43-21-01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13293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RÝH ŠÍŘ DO 2M 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662,000</w:t>
            </w:r>
          </w:p>
        </w:tc>
      </w:tr>
      <w:tr w:rsidR="0013509F" w:rsidRPr="008074A1" w:rsidTr="005279AD">
        <w:trPr>
          <w:trHeight w:val="31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 45-21-01_A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13293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RÝH ŠÍŘ DO 2M 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2 441,000</w:t>
            </w:r>
          </w:p>
        </w:tc>
      </w:tr>
      <w:tr w:rsidR="0013509F" w:rsidRPr="008074A1" w:rsidTr="005279AD">
        <w:trPr>
          <w:trHeight w:val="30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 45-21-01_B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13293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RÝH ŠÍŘ DO 2M 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898,000</w:t>
            </w:r>
          </w:p>
        </w:tc>
      </w:tr>
      <w:tr w:rsidR="0013509F" w:rsidRPr="008074A1" w:rsidTr="005279AD">
        <w:trPr>
          <w:trHeight w:val="30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 47-21-01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13293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RÝH ŠÍŘ DO 2M 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36,000</w:t>
            </w:r>
          </w:p>
        </w:tc>
      </w:tr>
      <w:tr w:rsidR="0013509F" w:rsidRPr="008074A1" w:rsidTr="005279AD">
        <w:trPr>
          <w:trHeight w:val="31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PS42-21-11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13293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RÝH ŠÍŘ DO 2M 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912,000</w:t>
            </w:r>
          </w:p>
        </w:tc>
      </w:tr>
      <w:tr w:rsidR="0013509F" w:rsidRPr="008074A1" w:rsidTr="005279AD">
        <w:trPr>
          <w:trHeight w:val="31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PS44-21-11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13293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RÝH ŠÍŘ DO 2M 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676,000</w:t>
            </w:r>
          </w:p>
        </w:tc>
      </w:tr>
      <w:tr w:rsidR="0013509F" w:rsidRPr="008074A1" w:rsidTr="005279AD">
        <w:trPr>
          <w:trHeight w:val="30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PS46-21-11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13293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RÝH ŠÍŘ DO 2M 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135,000</w:t>
            </w:r>
          </w:p>
        </w:tc>
      </w:tr>
      <w:tr w:rsidR="0013509F" w:rsidRPr="008074A1" w:rsidTr="005279AD">
        <w:trPr>
          <w:trHeight w:val="30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PS47-21-11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13293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RÝH ŠÍŘ DO 2M 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335,000</w:t>
            </w:r>
          </w:p>
        </w:tc>
      </w:tr>
      <w:tr w:rsidR="0013509F" w:rsidRPr="008074A1" w:rsidTr="005279AD">
        <w:trPr>
          <w:trHeight w:val="31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 41-21-01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13393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ŠACHET ZAPAŽ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27,000</w:t>
            </w:r>
          </w:p>
        </w:tc>
      </w:tr>
      <w:tr w:rsidR="0013509F" w:rsidRPr="008074A1" w:rsidTr="005279AD">
        <w:trPr>
          <w:trHeight w:val="31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 43-21-01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13393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ŠACHET ZAPAŽ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24,000</w:t>
            </w:r>
          </w:p>
        </w:tc>
      </w:tr>
      <w:tr w:rsidR="0013509F" w:rsidRPr="008074A1" w:rsidTr="005279AD">
        <w:trPr>
          <w:trHeight w:val="30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 45-21-01_A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13393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ŠACHET ZAPAŽ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283,000</w:t>
            </w:r>
          </w:p>
        </w:tc>
      </w:tr>
      <w:tr w:rsidR="0013509F" w:rsidRPr="008074A1" w:rsidTr="005279AD">
        <w:trPr>
          <w:trHeight w:val="30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 45-21-01_B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13393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ŠACHET ZAPAŽ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56,000</w:t>
            </w:r>
          </w:p>
        </w:tc>
      </w:tr>
      <w:tr w:rsidR="0013509F" w:rsidRPr="008074A1" w:rsidTr="005279AD">
        <w:trPr>
          <w:trHeight w:val="31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PS42-21-11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13393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ŠACHET ZAPAŽ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24,000</w:t>
            </w:r>
          </w:p>
        </w:tc>
      </w:tr>
      <w:tr w:rsidR="0013509F" w:rsidRPr="008074A1" w:rsidTr="005279AD">
        <w:trPr>
          <w:trHeight w:val="31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PS44-21-11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13393</w:t>
            </w:r>
          </w:p>
        </w:tc>
        <w:tc>
          <w:tcPr>
            <w:tcW w:w="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ŠACHET ZAPAŽ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54,000</w:t>
            </w:r>
          </w:p>
        </w:tc>
      </w:tr>
      <w:tr w:rsidR="0013509F" w:rsidRPr="008074A1" w:rsidTr="005279AD">
        <w:trPr>
          <w:trHeight w:val="30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PS46-21-11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13393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ŠACHET ZAPAŽ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12,000</w:t>
            </w:r>
          </w:p>
        </w:tc>
      </w:tr>
      <w:tr w:rsidR="0013509F" w:rsidRPr="008074A1" w:rsidTr="005279AD">
        <w:trPr>
          <w:trHeight w:val="30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</w:pPr>
            <w:r w:rsidRPr="008074A1">
              <w:rPr>
                <w:rFonts w:ascii="Calibri" w:eastAsia="Times New Roman" w:hAnsi="Calibri" w:cs="Times New Roman"/>
                <w:sz w:val="22"/>
                <w:szCs w:val="22"/>
                <w:lang w:eastAsia="cs-CZ"/>
              </w:rPr>
              <w:t>PS47-21-11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13393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HLOUBENÍ ŠACHET ZAPAŽ I NEPAŽ TŘ. III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12,000</w:t>
            </w:r>
          </w:p>
        </w:tc>
      </w:tr>
    </w:tbl>
    <w:p w:rsidR="0013509F" w:rsidRPr="008074A1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>Žádáme zadavatele o prověření využitelnosti třídy III (pevné horniny těžko a velmi těžko trhatelné) v dotčených oblastech stavby a o případné opravy položek včetně prověření jejich množství.</w:t>
      </w:r>
    </w:p>
    <w:p w:rsidR="006B326A" w:rsidRDefault="0013509F" w:rsidP="006B32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6B326A" w:rsidRPr="006B326A" w:rsidRDefault="006B326A" w:rsidP="006B326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Položky byly prověřeny a nahrazeny položkami pro horniny třídy II. Výměry zůstávají stejné. Opravené SP v</w:t>
      </w:r>
      <w:r>
        <w:rPr>
          <w:rFonts w:eastAsia="Calibri" w:cs="Times New Roman"/>
          <w:lang w:eastAsia="cs-CZ"/>
        </w:rPr>
        <w:t> </w:t>
      </w:r>
      <w:r w:rsidRPr="006B326A">
        <w:rPr>
          <w:rFonts w:eastAsia="Calibri" w:cs="Times New Roman"/>
          <w:lang w:eastAsia="cs-CZ"/>
        </w:rPr>
        <w:t>příloze</w:t>
      </w:r>
      <w:r>
        <w:rPr>
          <w:rFonts w:eastAsia="Calibri" w:cs="Times New Roman"/>
          <w:lang w:eastAsia="cs-CZ"/>
        </w:rPr>
        <w:t>,</w:t>
      </w:r>
      <w:r w:rsidRPr="006B326A">
        <w:rPr>
          <w:rFonts w:eastAsia="Calibri" w:cs="Times New Roman"/>
          <w:lang w:eastAsia="cs-CZ"/>
        </w:rPr>
        <w:t xml:space="preserve"> viz dotazy a odpovědi výše.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239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8074A1" w:rsidRDefault="0013509F" w:rsidP="0013509F">
      <w:pPr>
        <w:spacing w:after="200" w:line="276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>PS 45-21-01_A. Ve výkazu výměr chybí množství u položky č. 42 „KABELOVÝ ROŠT VODOROVNÝ – DODÁVKA“. Žádáme zadavatele o doplnění.</w:t>
      </w:r>
    </w:p>
    <w:p w:rsidR="006B326A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13509F" w:rsidRPr="006B326A" w:rsidRDefault="006B326A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Množství u položky č. 51 „KABELOVÝ ROŠT VODOROVNÝ – DODÁVKA“ bylo doplněno</w:t>
      </w:r>
      <w:r w:rsidR="002404C5">
        <w:rPr>
          <w:rFonts w:eastAsia="Calibri" w:cs="Times New Roman"/>
          <w:lang w:eastAsia="cs-CZ"/>
        </w:rPr>
        <w:t xml:space="preserve"> (35 ks). Opravený SP v příloze</w:t>
      </w:r>
      <w:r w:rsidR="002404C5" w:rsidRPr="002404C5">
        <w:rPr>
          <w:rFonts w:eastAsia="Calibri" w:cs="Times New Roman"/>
          <w:lang w:eastAsia="cs-CZ"/>
        </w:rPr>
        <w:t xml:space="preserve">, </w:t>
      </w:r>
      <w:r w:rsidR="002404C5" w:rsidRPr="002404C5">
        <w:rPr>
          <w:rFonts w:eastAsia="Calibri" w:cs="Times New Roman"/>
          <w:lang w:eastAsia="cs-CZ"/>
        </w:rPr>
        <w:t>viz příloha dotazu 221-225</w:t>
      </w:r>
      <w:r w:rsidR="002404C5" w:rsidRPr="002404C5">
        <w:rPr>
          <w:rFonts w:eastAsia="Calibri" w:cs="Times New Roman"/>
          <w:lang w:eastAsia="cs-CZ"/>
        </w:rPr>
        <w:t>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1" w:name="_GoBack"/>
      <w:bookmarkEnd w:id="1"/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240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8074A1" w:rsidRDefault="0013509F" w:rsidP="0013509F">
      <w:pPr>
        <w:spacing w:after="200" w:line="276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>PS 45-21-01_B. V TZ se v odst. 2.2.2.3 píše:</w:t>
      </w:r>
    </w:p>
    <w:p w:rsidR="0013509F" w:rsidRPr="008074A1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>„</w:t>
      </w:r>
      <w:r w:rsidRPr="008074A1">
        <w:rPr>
          <w:rFonts w:ascii="Calibri" w:eastAsia="Calibri" w:hAnsi="Calibri" w:cs="Times New Roman"/>
          <w:i/>
          <w:sz w:val="22"/>
          <w:szCs w:val="22"/>
        </w:rPr>
        <w:t xml:space="preserve">U výhybky č. 4 cca v km 291,560  bude zřízeno výhybkářské stanoviště </w:t>
      </w:r>
      <w:proofErr w:type="spellStart"/>
      <w:proofErr w:type="gramStart"/>
      <w:r w:rsidRPr="008074A1">
        <w:rPr>
          <w:rFonts w:ascii="Calibri" w:eastAsia="Calibri" w:hAnsi="Calibri" w:cs="Times New Roman"/>
          <w:i/>
          <w:sz w:val="22"/>
          <w:szCs w:val="22"/>
        </w:rPr>
        <w:t>St.I</w:t>
      </w:r>
      <w:proofErr w:type="spellEnd"/>
      <w:r w:rsidRPr="008074A1">
        <w:rPr>
          <w:rFonts w:ascii="Calibri" w:eastAsia="Calibri" w:hAnsi="Calibri" w:cs="Times New Roman"/>
          <w:i/>
          <w:sz w:val="22"/>
          <w:szCs w:val="22"/>
        </w:rPr>
        <w:t>.</w:t>
      </w:r>
      <w:proofErr w:type="gramEnd"/>
      <w:r w:rsidRPr="008074A1">
        <w:rPr>
          <w:rFonts w:ascii="Calibri" w:eastAsia="Calibri" w:hAnsi="Calibri" w:cs="Times New Roman"/>
          <w:i/>
          <w:sz w:val="22"/>
          <w:szCs w:val="22"/>
        </w:rPr>
        <w:t xml:space="preserve"> V prostoru mezi spojovací kolejí 90 a 1.TK cca v km 289,970 bude zřízeno výhybkářské stanoviště </w:t>
      </w:r>
      <w:proofErr w:type="spellStart"/>
      <w:proofErr w:type="gramStart"/>
      <w:r w:rsidRPr="008074A1">
        <w:rPr>
          <w:rFonts w:ascii="Calibri" w:eastAsia="Calibri" w:hAnsi="Calibri" w:cs="Times New Roman"/>
          <w:i/>
          <w:sz w:val="22"/>
          <w:szCs w:val="22"/>
        </w:rPr>
        <w:t>St.II</w:t>
      </w:r>
      <w:proofErr w:type="spellEnd"/>
      <w:proofErr w:type="gramEnd"/>
      <w:r w:rsidRPr="008074A1">
        <w:rPr>
          <w:rFonts w:ascii="Calibri" w:eastAsia="Calibri" w:hAnsi="Calibri" w:cs="Times New Roman"/>
          <w:i/>
          <w:sz w:val="22"/>
          <w:szCs w:val="22"/>
        </w:rPr>
        <w:t xml:space="preserve">. Obě </w:t>
      </w:r>
      <w:proofErr w:type="gramStart"/>
      <w:r w:rsidRPr="008074A1">
        <w:rPr>
          <w:rFonts w:ascii="Calibri" w:eastAsia="Calibri" w:hAnsi="Calibri" w:cs="Times New Roman"/>
          <w:i/>
          <w:sz w:val="22"/>
          <w:szCs w:val="22"/>
        </w:rPr>
        <w:t>výhybkářské</w:t>
      </w:r>
      <w:proofErr w:type="gramEnd"/>
      <w:r w:rsidRPr="008074A1">
        <w:rPr>
          <w:rFonts w:ascii="Calibri" w:eastAsia="Calibri" w:hAnsi="Calibri" w:cs="Times New Roman"/>
          <w:i/>
          <w:sz w:val="22"/>
          <w:szCs w:val="22"/>
        </w:rPr>
        <w:t xml:space="preserve"> stanoviště budou obsazena obsluhujícím zaměstnancem, který bude kontrolovat volnost výhybkových úseků s vypnutými kolejovými obvody.“</w:t>
      </w:r>
      <w:r w:rsidRPr="008074A1">
        <w:rPr>
          <w:rFonts w:ascii="Calibri" w:eastAsia="Calibri" w:hAnsi="Calibri" w:cs="Times New Roman"/>
          <w:sz w:val="22"/>
          <w:szCs w:val="22"/>
        </w:rPr>
        <w:t xml:space="preserve"> </w:t>
      </w:r>
    </w:p>
    <w:p w:rsidR="0013509F" w:rsidRPr="008074A1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 xml:space="preserve">V odst. 2.2.3.3 se píše, že v průběhu SP4 budou stanoviště výhybkářů zrušena. V průběhu postupu bude </w:t>
      </w:r>
    </w:p>
    <w:p w:rsidR="0013509F" w:rsidRPr="008074A1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>postupně aktivováno nové SZZ  v jednotlivých kolejích.</w:t>
      </w:r>
    </w:p>
    <w:p w:rsidR="0013509F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>Dle ZOV: SP3 - Doba trvání 137 dní, od 1. 3. 2021 do 15. 7. 2021</w:t>
      </w:r>
    </w:p>
    <w:p w:rsidR="0013509F" w:rsidRPr="008074A1" w:rsidRDefault="0013509F" w:rsidP="0013509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         </w:t>
      </w:r>
      <w:r w:rsidRPr="008074A1">
        <w:rPr>
          <w:rFonts w:ascii="Calibri" w:eastAsia="Calibri" w:hAnsi="Calibri" w:cs="Times New Roman"/>
          <w:sz w:val="22"/>
          <w:szCs w:val="22"/>
        </w:rPr>
        <w:t>SP4 - Doba trvání 137 dní, od 16. 7. 2021 do 30. 11. 2021</w:t>
      </w:r>
      <w:r w:rsidRPr="008074A1">
        <w:rPr>
          <w:rFonts w:ascii="Calibri" w:eastAsia="Calibri" w:hAnsi="Calibri" w:cs="Times New Roman"/>
          <w:sz w:val="22"/>
          <w:szCs w:val="22"/>
        </w:rPr>
        <w:tab/>
      </w:r>
    </w:p>
    <w:p w:rsidR="0013509F" w:rsidRPr="008074A1" w:rsidRDefault="0013509F" w:rsidP="0013509F">
      <w:pPr>
        <w:spacing w:after="160" w:line="259" w:lineRule="auto"/>
        <w:ind w:left="720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>Ve výkazu výměr se vyskytuje položka:</w:t>
      </w:r>
    </w:p>
    <w:tbl>
      <w:tblPr>
        <w:tblW w:w="8202" w:type="dxa"/>
        <w:jc w:val="center"/>
        <w:tblInd w:w="-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980"/>
        <w:gridCol w:w="4938"/>
        <w:gridCol w:w="728"/>
        <w:gridCol w:w="828"/>
      </w:tblGrid>
      <w:tr w:rsidR="0013509F" w:rsidRPr="008074A1" w:rsidTr="005279AD">
        <w:trPr>
          <w:trHeight w:val="300"/>
          <w:jc w:val="center"/>
        </w:trPr>
        <w:tc>
          <w:tcPr>
            <w:tcW w:w="728" w:type="dxa"/>
            <w:shd w:val="clear" w:color="000000" w:fill="FFFFFF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68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75E216 - R</w:t>
            </w:r>
          </w:p>
        </w:tc>
        <w:tc>
          <w:tcPr>
            <w:tcW w:w="4938" w:type="dxa"/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KONTEJNER VÝHYBKÁŘSKÉHO STANOVIŠTĚ - KOMPLET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13509F" w:rsidRPr="008074A1" w:rsidRDefault="0013509F" w:rsidP="005279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074A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2,000</w:t>
            </w:r>
          </w:p>
        </w:tc>
      </w:tr>
    </w:tbl>
    <w:p w:rsidR="0013509F" w:rsidRPr="008074A1" w:rsidRDefault="0013509F" w:rsidP="0013509F">
      <w:pPr>
        <w:numPr>
          <w:ilvl w:val="0"/>
          <w:numId w:val="7"/>
        </w:numPr>
        <w:spacing w:after="200" w:line="276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>Dle popisu položky se jedná o pronájem kontejnerů. Žádáme zadavatele o stanovení délky pronájmů (kus/měsíc) za každé stanoviště.</w:t>
      </w:r>
    </w:p>
    <w:p w:rsidR="0013509F" w:rsidRPr="008074A1" w:rsidRDefault="0013509F" w:rsidP="0013509F">
      <w:pPr>
        <w:numPr>
          <w:ilvl w:val="0"/>
          <w:numId w:val="7"/>
        </w:numPr>
        <w:spacing w:after="200" w:line="276" w:lineRule="auto"/>
        <w:ind w:left="0" w:firstLine="0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lastRenderedPageBreak/>
        <w:t>Dle popisu položky chybí ve výkazu výměr položka pro demontáž těchto buněk. Žádáme zadavatele o prověření.</w:t>
      </w:r>
    </w:p>
    <w:p w:rsidR="006B326A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6B326A" w:rsidRDefault="006B326A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Položka č. 70 „KONTEJNER VÝHYBKÁŘSKÉHO STANOVIŠTĚ – KOMPLET“ byla upravena</w:t>
      </w:r>
      <w:r>
        <w:rPr>
          <w:rFonts w:eastAsia="Calibri" w:cs="Times New Roman"/>
          <w:lang w:eastAsia="cs-CZ"/>
        </w:rPr>
        <w:t>. Jednotka množství položky byla</w:t>
      </w:r>
      <w:r w:rsidRPr="006B326A">
        <w:rPr>
          <w:rFonts w:eastAsia="Calibri" w:cs="Times New Roman"/>
          <w:lang w:eastAsia="cs-CZ"/>
        </w:rPr>
        <w:t xml:space="preserve"> upravena na kus/měsíc, množství na 18 (9 měsíců x 2 kontejnery). Technická specifikace položky byla doplněna o zahrnutí demontáží, viz příloha dotazu 221-225.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241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V technických zprávách pro </w:t>
      </w:r>
      <w:proofErr w:type="spellStart"/>
      <w:r w:rsidRPr="008074A1">
        <w:rPr>
          <w:rFonts w:eastAsia="Calibri" w:cs="Times New Roman"/>
          <w:lang w:eastAsia="cs-CZ"/>
        </w:rPr>
        <w:t>zab</w:t>
      </w:r>
      <w:proofErr w:type="spellEnd"/>
      <w:r w:rsidRPr="008074A1">
        <w:rPr>
          <w:rFonts w:eastAsia="Calibri" w:cs="Times New Roman"/>
          <w:lang w:eastAsia="cs-CZ"/>
        </w:rPr>
        <w:t xml:space="preserve">. </w:t>
      </w:r>
      <w:proofErr w:type="gramStart"/>
      <w:r w:rsidRPr="008074A1">
        <w:rPr>
          <w:rFonts w:eastAsia="Calibri" w:cs="Times New Roman"/>
          <w:lang w:eastAsia="cs-CZ"/>
        </w:rPr>
        <w:t>zař</w:t>
      </w:r>
      <w:proofErr w:type="gramEnd"/>
      <w:r w:rsidRPr="008074A1">
        <w:rPr>
          <w:rFonts w:eastAsia="Calibri" w:cs="Times New Roman"/>
          <w:lang w:eastAsia="cs-CZ"/>
        </w:rPr>
        <w:t>. se nehovoří o požadavcích na proudovou zatížitelnost stykových transformátorů. Prosíme zadavatele o prověření, zda se ve stavbě předpokládá využití stykových transformátorů se „standardní“ proudovou zatížitelností hlavního vinutí (500A) či se zvýšenou proudovou zatížitelností hlavního vinutí (800A).</w:t>
      </w:r>
    </w:p>
    <w:p w:rsidR="006B326A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6B326A" w:rsidRDefault="006B326A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Projektant předpokládal využití stykových transformátorů se „standardní“ proudovou zatížitelností.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242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Dotaz se týká zadávací dokumentace části pro zabezpečovací zařízení.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Při kontrole výkazu výměr, technických zpráv a situačních schémat (barevně nerozlišující stávající/nové) bylo zjištěno mnoho nesouladů.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Např. TZ pro PS 41-21-01 v části „2.4 Návěstidla“ uvádí, že odjezdová návěstidla S2, S4, S6, S8, L2, L4, L6 a L8 budu nová v nových polohách. Výkaz výměr PS 41-21-01 neobsahuje žádné položky pro dodávky těchto návěstidel.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Např. TZ pro PS 47-21-01 v části „2.4 Návěstidla“ uvádí, že stávající vjezdové návěstidlo ZS bude demontováno a nahrazeno novým návěstidlem ve stejné poloze. Výkaz výměr PS 47-21-01 neobsahuje žádnou položku pro dodávku tohoto návěstidla.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Např. TZ pro PS 41-21-01 se v odstavci 2.10 „Přejezdové zařízení“ uvádí: “Změnou polohy odjezdových návěstidel dojde k zásahu do přibližovacích úseků přejezdu P6512 označeného „H“ v km 281,911, který je zabezpečen PZS 3ZBI podle ČSN 34 2650 ed.2 typu PZZ-EA s kolejovými obvody a kontrolou PZZ v ŽST Dětmarovice. Jeho vnitřní výstroj zůstane stávající. Všechny venkovní prvky včetně kabelizace budou v rámci stavby vybudovány nové. Vzhledem ke změně poloh odjezdových návěstidel ve stanici budou přepočteny jeho přibližovací úseky.“ Tento přejezd se nachází hluboko v trati ve směru </w:t>
      </w:r>
      <w:proofErr w:type="spellStart"/>
      <w:r w:rsidRPr="008074A1">
        <w:rPr>
          <w:rFonts w:eastAsia="Calibri" w:cs="Times New Roman"/>
          <w:lang w:eastAsia="cs-CZ"/>
        </w:rPr>
        <w:t>žst</w:t>
      </w:r>
      <w:proofErr w:type="spellEnd"/>
      <w:r w:rsidRPr="008074A1">
        <w:rPr>
          <w:rFonts w:eastAsia="Calibri" w:cs="Times New Roman"/>
          <w:lang w:eastAsia="cs-CZ"/>
        </w:rPr>
        <w:t xml:space="preserve">. Bohumín. Nenalezli jsme v soupisech prací položky pro ocenění nových venkovních prvků tohoto přejezdu. 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Navíc zadávací dokumentace části pro zabezpečovací zařízení ve </w:t>
      </w:r>
      <w:proofErr w:type="gramStart"/>
      <w:r w:rsidRPr="008074A1">
        <w:rPr>
          <w:rFonts w:eastAsia="Calibri" w:cs="Times New Roman"/>
          <w:lang w:eastAsia="cs-CZ"/>
        </w:rPr>
        <w:t>výkresové  části</w:t>
      </w:r>
      <w:proofErr w:type="gramEnd"/>
      <w:r w:rsidRPr="008074A1">
        <w:rPr>
          <w:rFonts w:eastAsia="Calibri" w:cs="Times New Roman"/>
          <w:lang w:eastAsia="cs-CZ"/>
        </w:rPr>
        <w:t xml:space="preserve"> (především situační schémata) barevně nerozlišuje stávající a nové prvky.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Vzhledem k výše uvedenému (a s přihlédnutím k předchozím dotazům) žádáme zadavatele o podrobné prověření vzájemné správnosti soupisů prací, technických zpráv a situačních schémat zadávací dokumentace části zabezpečovací zařízení. Z důvodu řádného/správného ocenění a kontroly soupisů prací žádáme zadavatele o poskytnutí výkresových částí s barevným rozlišením stávajících a nových prvků jak je obvyklé.</w:t>
      </w:r>
    </w:p>
    <w:p w:rsidR="006B326A" w:rsidRDefault="0013509F" w:rsidP="006B32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6B326A" w:rsidRPr="006B326A" w:rsidRDefault="006B326A" w:rsidP="006B326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Soupisy prací PS 41-21-01 a PS 47-21-01 byly doplněny o položku dodávky nových návěstidel podle TZ. TZ pro PS 41-21-01 v kapitole 2.10 byla opravena. Přejezdu P6512 označeného „H“ se stavba skutečně dotkne pouze úpravou přibližovacích úseků a jeho vnitřní i venkovní výstroj zůstane stávající. Barevně rozlišené jsou situační schémata jednotlivých stavebních postupů. Viz přílohy k dotazům výše.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243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Pr="008074A1" w:rsidRDefault="0013509F" w:rsidP="0013509F">
      <w:pPr>
        <w:spacing w:after="200" w:line="276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sz w:val="22"/>
          <w:szCs w:val="22"/>
        </w:rPr>
        <w:t xml:space="preserve">Zadavatel ve stavbě „Velim – Poříčany, BC“ ve „Vysvětlení zadávací dokumentace – Dodatek </w:t>
      </w:r>
      <w:proofErr w:type="gramStart"/>
      <w:r w:rsidRPr="008074A1">
        <w:rPr>
          <w:rFonts w:ascii="Calibri" w:eastAsia="Calibri" w:hAnsi="Calibri" w:cs="Times New Roman"/>
          <w:sz w:val="22"/>
          <w:szCs w:val="22"/>
        </w:rPr>
        <w:t>č.12</w:t>
      </w:r>
      <w:proofErr w:type="gramEnd"/>
      <w:r w:rsidRPr="008074A1">
        <w:rPr>
          <w:rFonts w:ascii="Calibri" w:eastAsia="Calibri" w:hAnsi="Calibri" w:cs="Times New Roman"/>
          <w:sz w:val="22"/>
          <w:szCs w:val="22"/>
        </w:rPr>
        <w:t>“ v rámci dotazu a odpovědi č.115 uvádí:</w:t>
      </w:r>
    </w:p>
    <w:p w:rsidR="0013509F" w:rsidRDefault="0013509F" w:rsidP="006B326A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8074A1">
        <w:rPr>
          <w:rFonts w:ascii="Calibri" w:eastAsia="Calibri" w:hAnsi="Calibri" w:cs="Times New Roman"/>
          <w:noProof/>
          <w:sz w:val="22"/>
          <w:szCs w:val="22"/>
          <w:lang w:eastAsia="cs-CZ"/>
        </w:rPr>
        <w:lastRenderedPageBreak/>
        <w:drawing>
          <wp:inline distT="0" distB="0" distL="0" distR="0" wp14:anchorId="0EAFA896" wp14:editId="03E33D9E">
            <wp:extent cx="6098876" cy="3535942"/>
            <wp:effectExtent l="0" t="0" r="0" b="7620"/>
            <wp:docPr id="4" name="Obrázek 4" descr="cid:image003.jpg@01D5B741.AFD53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3.jpg@01D5B741.AFD5334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234" cy="353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74A1">
        <w:rPr>
          <w:rFonts w:ascii="Calibri" w:eastAsia="Calibri" w:hAnsi="Calibri" w:cs="Times New Roman"/>
          <w:sz w:val="22"/>
          <w:szCs w:val="22"/>
        </w:rPr>
        <w:t>Předpokládáme správně, že odpověď zadavatele je v tomto smyslu platná i pro tuto stavbu „Dětmarovice – Petrovice u K. – státní hranice PR, BC“? Tedy, že pro tuto stavbu platí stanovisko O14 SŽDC č. j. 50745/2016-SŽDC-O14 ze dne 25. 11. 2016 a lze dodávat DNO redukované v rozsahu definovaném tímto stanoviskem?</w:t>
      </w:r>
    </w:p>
    <w:p w:rsidR="006B326A" w:rsidRDefault="0013509F" w:rsidP="006B326A">
      <w:pPr>
        <w:spacing w:after="0" w:line="259" w:lineRule="auto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6B326A" w:rsidRDefault="006B326A" w:rsidP="006B326A">
      <w:pPr>
        <w:spacing w:after="0" w:line="259" w:lineRule="auto"/>
        <w:rPr>
          <w:rFonts w:ascii="Calibri" w:eastAsia="Calibri" w:hAnsi="Calibri" w:cs="Times New Roman"/>
          <w:sz w:val="22"/>
          <w:szCs w:val="22"/>
        </w:rPr>
      </w:pPr>
      <w:r w:rsidRPr="006B326A">
        <w:rPr>
          <w:rFonts w:eastAsia="Calibri" w:cs="Times New Roman"/>
          <w:lang w:eastAsia="cs-CZ"/>
        </w:rPr>
        <w:t xml:space="preserve">Ano platí výše uvedené stanovisko O14 SŽDC </w:t>
      </w:r>
      <w:proofErr w:type="gramStart"/>
      <w:r w:rsidRPr="006B326A">
        <w:rPr>
          <w:rFonts w:eastAsia="Calibri" w:cs="Times New Roman"/>
          <w:lang w:eastAsia="cs-CZ"/>
        </w:rPr>
        <w:t>č.j.</w:t>
      </w:r>
      <w:proofErr w:type="gramEnd"/>
      <w:r w:rsidRPr="006B326A">
        <w:rPr>
          <w:rFonts w:eastAsia="Calibri" w:cs="Times New Roman"/>
          <w:lang w:eastAsia="cs-CZ"/>
        </w:rPr>
        <w:t xml:space="preserve"> 50745/2016-SŽDC-O14 ze dne 25.11.2016 a lze dodat DNO redukovanou v rozsahu definovaném tímto stanoviskem.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244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74A1">
        <w:rPr>
          <w:rFonts w:eastAsia="Calibri" w:cs="Times New Roman"/>
          <w:b/>
          <w:lang w:eastAsia="cs-CZ"/>
        </w:rPr>
        <w:t xml:space="preserve">PS 44-22-23 </w:t>
      </w:r>
      <w:proofErr w:type="spellStart"/>
      <w:r w:rsidRPr="008074A1">
        <w:rPr>
          <w:rFonts w:eastAsia="Calibri" w:cs="Times New Roman"/>
          <w:b/>
          <w:lang w:eastAsia="cs-CZ"/>
        </w:rPr>
        <w:t>Zast</w:t>
      </w:r>
      <w:proofErr w:type="spellEnd"/>
      <w:r w:rsidRPr="008074A1">
        <w:rPr>
          <w:rFonts w:eastAsia="Calibri" w:cs="Times New Roman"/>
          <w:b/>
          <w:lang w:eastAsia="cs-CZ"/>
        </w:rPr>
        <w:t>. Závada, kamerový systém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 xml:space="preserve">Ve výkazu výměr chybí optické rozvaděče, </w:t>
      </w:r>
      <w:proofErr w:type="spellStart"/>
      <w:r w:rsidRPr="008074A1">
        <w:rPr>
          <w:rFonts w:eastAsia="Calibri" w:cs="Times New Roman"/>
          <w:lang w:eastAsia="cs-CZ"/>
        </w:rPr>
        <w:t>patchordy</w:t>
      </w:r>
      <w:proofErr w:type="spellEnd"/>
      <w:r w:rsidRPr="008074A1">
        <w:rPr>
          <w:rFonts w:eastAsia="Calibri" w:cs="Times New Roman"/>
          <w:lang w:eastAsia="cs-CZ"/>
        </w:rPr>
        <w:t xml:space="preserve"> a </w:t>
      </w:r>
      <w:proofErr w:type="spellStart"/>
      <w:r w:rsidRPr="008074A1">
        <w:rPr>
          <w:rFonts w:eastAsia="Calibri" w:cs="Times New Roman"/>
          <w:lang w:eastAsia="cs-CZ"/>
        </w:rPr>
        <w:t>pigtaily</w:t>
      </w:r>
      <w:proofErr w:type="spellEnd"/>
      <w:r w:rsidRPr="008074A1">
        <w:rPr>
          <w:rFonts w:eastAsia="Calibri" w:cs="Times New Roman"/>
          <w:lang w:eastAsia="cs-CZ"/>
        </w:rPr>
        <w:t xml:space="preserve"> do kamerových skříní, jak je zakresleno ve schématu „Detail A – kamerová skříň KS“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75IEF1   OPTICKÝ ROZVADĚČ NA ZEĎ DO 12 VLÁKEN 4 KUS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75IEFX  OPTICKÝ ROZVADĚČ NA ZEĎ - MONTÁŽ  4 KUS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75J821  OPTICKÝ PIGTAIL SINGLEMODE DO 2 M 32 KUS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75J82X  OPTICKÝ PIGTAIL SINGLEMODE – MONTÁŽ 32 KUS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75J921  OPTICKÝ PATCHCORD SINGLEMODE DO 5 M 8 KUS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75J92X  OPTICKÝ PATCHCORD SINGLEMODE - MONTÁŽ 8 KUS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6B326A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6B326A" w:rsidRDefault="006B326A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Doplněno do SP, viz příloha.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245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74A1">
        <w:rPr>
          <w:rFonts w:eastAsia="Calibri" w:cs="Times New Roman"/>
          <w:b/>
          <w:lang w:eastAsia="cs-CZ"/>
        </w:rPr>
        <w:t xml:space="preserve">PS 44-22-23 </w:t>
      </w:r>
      <w:proofErr w:type="spellStart"/>
      <w:r w:rsidRPr="008074A1">
        <w:rPr>
          <w:rFonts w:eastAsia="Calibri" w:cs="Times New Roman"/>
          <w:b/>
          <w:lang w:eastAsia="cs-CZ"/>
        </w:rPr>
        <w:t>Zast</w:t>
      </w:r>
      <w:proofErr w:type="spellEnd"/>
      <w:r w:rsidRPr="008074A1">
        <w:rPr>
          <w:rFonts w:eastAsia="Calibri" w:cs="Times New Roman"/>
          <w:b/>
          <w:lang w:eastAsia="cs-CZ"/>
        </w:rPr>
        <w:t>. Závada, kamerový systém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Pokud má kamerový server ukládat záznam po dobu 7 dní, je potřeba doplnit položku: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75L456  KAMEROVÝ SERVER - HDD DO 2 TB, PRO PROVOZ 24/7 1 KUS</w:t>
      </w:r>
    </w:p>
    <w:p w:rsidR="0013509F" w:rsidRPr="008074A1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74A1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6B326A" w:rsidRPr="006B326A" w:rsidRDefault="006B326A" w:rsidP="006B326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Doplněno do SP, viz příloha.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246: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74A1">
        <w:rPr>
          <w:rFonts w:eastAsia="Calibri" w:cs="Times New Roman"/>
          <w:b/>
          <w:lang w:eastAsia="cs-CZ"/>
        </w:rPr>
        <w:t xml:space="preserve">PS 44-22-23 </w:t>
      </w:r>
      <w:proofErr w:type="spellStart"/>
      <w:r w:rsidRPr="008074A1">
        <w:rPr>
          <w:rFonts w:eastAsia="Calibri" w:cs="Times New Roman"/>
          <w:b/>
          <w:lang w:eastAsia="cs-CZ"/>
        </w:rPr>
        <w:t>Zast</w:t>
      </w:r>
      <w:proofErr w:type="spellEnd"/>
      <w:r w:rsidRPr="008074A1">
        <w:rPr>
          <w:rFonts w:eastAsia="Calibri" w:cs="Times New Roman"/>
          <w:b/>
          <w:lang w:eastAsia="cs-CZ"/>
        </w:rPr>
        <w:t>. Závada, kamerový systém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 xml:space="preserve">Na základě informace z blokového schématu ohledně průmyslového </w:t>
      </w:r>
      <w:proofErr w:type="spellStart"/>
      <w:r w:rsidRPr="00A237AC">
        <w:rPr>
          <w:rFonts w:eastAsia="Calibri" w:cs="Times New Roman"/>
          <w:lang w:eastAsia="cs-CZ"/>
        </w:rPr>
        <w:t>switche</w:t>
      </w:r>
      <w:proofErr w:type="spellEnd"/>
      <w:r w:rsidRPr="00A237AC">
        <w:rPr>
          <w:rFonts w:eastAsia="Calibri" w:cs="Times New Roman"/>
          <w:lang w:eastAsia="cs-CZ"/>
        </w:rPr>
        <w:t xml:space="preserve">, kde je uvedeno, že počet portů závisí na počtu kamer (do kamerové skříně budou svedeny maximálně 2 kamery), by bylo vhodné položku č. 37 SWITCH ETHERNET L2 24 PORTŮ, POE změnit na tyto položky: 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lastRenderedPageBreak/>
        <w:t>75M921 DATOVÁ INFRASTRUKTURA LAN, PRŮMYSLOVÝ RINGSWITCH - L2 DO 4X10/100 + 2XUPLINK 4 ks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 xml:space="preserve">75M92X DATOVÁ INFRASTRUKTURA LAN, PRŮMYSLOVÝ RINGSWITCH – </w:t>
      </w:r>
      <w:proofErr w:type="gramStart"/>
      <w:r w:rsidRPr="00A237AC">
        <w:rPr>
          <w:rFonts w:eastAsia="Calibri" w:cs="Times New Roman"/>
          <w:lang w:eastAsia="cs-CZ"/>
        </w:rPr>
        <w:t>MONTÁŽ  4 ks</w:t>
      </w:r>
      <w:proofErr w:type="gramEnd"/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75M866 PŘEVODNÍK – SFP 8 ks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75M86X PŘEVODNÍK – MONTÁŽ 8 ks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SWITCH ETHERNET L2 24 PORTŮ, POE je násobně dražší, není určen pro venkovní prostředí a svými rozměry se do standardní kamerové skříně 50x40 cm nevejde.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6B326A" w:rsidRPr="006B326A" w:rsidRDefault="006B326A" w:rsidP="006B326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Doplněno do SP, viz příloha.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247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74A1">
        <w:rPr>
          <w:rFonts w:eastAsia="Calibri" w:cs="Times New Roman"/>
          <w:b/>
          <w:lang w:eastAsia="cs-CZ"/>
        </w:rPr>
        <w:t xml:space="preserve">PS 44-22-23 </w:t>
      </w:r>
      <w:proofErr w:type="spellStart"/>
      <w:r w:rsidRPr="008074A1">
        <w:rPr>
          <w:rFonts w:eastAsia="Calibri" w:cs="Times New Roman"/>
          <w:b/>
          <w:lang w:eastAsia="cs-CZ"/>
        </w:rPr>
        <w:t>Zast</w:t>
      </w:r>
      <w:proofErr w:type="spellEnd"/>
      <w:r w:rsidRPr="008074A1">
        <w:rPr>
          <w:rFonts w:eastAsia="Calibri" w:cs="Times New Roman"/>
          <w:b/>
          <w:lang w:eastAsia="cs-CZ"/>
        </w:rPr>
        <w:t>. Závada, kamerový systém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Žádáme zadavatele o sdělení, zda má být kabeláž v rámci nástupiště ochráněna UV trubkou nebo bude volně ve stávajícím kabelovém žlabu? Případně prosíme o doplnění do výkazu výměr.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6B326A" w:rsidRDefault="006B326A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UV trubka doplněna do SP, viz příloha.</w:t>
      </w:r>
    </w:p>
    <w:p w:rsidR="006B326A" w:rsidRPr="00CF6125" w:rsidRDefault="006B326A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248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74A1">
        <w:rPr>
          <w:rFonts w:eastAsia="Calibri" w:cs="Times New Roman"/>
          <w:b/>
          <w:lang w:eastAsia="cs-CZ"/>
        </w:rPr>
        <w:t xml:space="preserve">PS 44-22-23 </w:t>
      </w:r>
      <w:proofErr w:type="spellStart"/>
      <w:r w:rsidRPr="008074A1">
        <w:rPr>
          <w:rFonts w:eastAsia="Calibri" w:cs="Times New Roman"/>
          <w:b/>
          <w:lang w:eastAsia="cs-CZ"/>
        </w:rPr>
        <w:t>Zast</w:t>
      </w:r>
      <w:proofErr w:type="spellEnd"/>
      <w:r w:rsidRPr="008074A1">
        <w:rPr>
          <w:rFonts w:eastAsia="Calibri" w:cs="Times New Roman"/>
          <w:b/>
          <w:lang w:eastAsia="cs-CZ"/>
        </w:rPr>
        <w:t>. Závada, kamerový systém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V technické zprávě je uvedena UPS do technologického domku, avšak ve výkazu výměr chybí. Žádáme zadavatele o prověření a případnou opravu ve výkazu výměr.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13509F" w:rsidRPr="006B326A" w:rsidRDefault="006B326A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UPS doplněna do SP, viz příloha.</w:t>
      </w:r>
    </w:p>
    <w:p w:rsidR="006B326A" w:rsidRPr="00CF6125" w:rsidRDefault="006B326A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249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74A1">
        <w:rPr>
          <w:rFonts w:eastAsia="Calibri" w:cs="Times New Roman"/>
          <w:b/>
          <w:lang w:eastAsia="cs-CZ"/>
        </w:rPr>
        <w:t xml:space="preserve">PS 44-22-23 </w:t>
      </w:r>
      <w:proofErr w:type="spellStart"/>
      <w:r w:rsidRPr="008074A1">
        <w:rPr>
          <w:rFonts w:eastAsia="Calibri" w:cs="Times New Roman"/>
          <w:b/>
          <w:lang w:eastAsia="cs-CZ"/>
        </w:rPr>
        <w:t>Zast</w:t>
      </w:r>
      <w:proofErr w:type="spellEnd"/>
      <w:r w:rsidRPr="008074A1">
        <w:rPr>
          <w:rFonts w:eastAsia="Calibri" w:cs="Times New Roman"/>
          <w:b/>
          <w:lang w:eastAsia="cs-CZ"/>
        </w:rPr>
        <w:t>. Závada, kamerový systém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Vzhledem k tomu, že se mají nové kamery zaintegrovat do stávajících klientských pracovišť minimálně CDP DŽDC a operátor, PPV, Petrovice, žádáme zadavatele o doplnění položky 75L46W KLIENSTKÉ PRACOVIŠTĚ - DOPLNĚNÍ HW, SW, LICENCE min. 4 ks</w:t>
      </w:r>
    </w:p>
    <w:p w:rsidR="006B326A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6B326A" w:rsidRDefault="006B326A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Doplněno do SP, viz příloha.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250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74A1">
        <w:rPr>
          <w:rFonts w:eastAsia="Calibri" w:cs="Times New Roman"/>
          <w:b/>
          <w:lang w:eastAsia="cs-CZ"/>
        </w:rPr>
        <w:t xml:space="preserve">PS 44-22-23 </w:t>
      </w:r>
      <w:proofErr w:type="spellStart"/>
      <w:r w:rsidRPr="008074A1">
        <w:rPr>
          <w:rFonts w:eastAsia="Calibri" w:cs="Times New Roman"/>
          <w:b/>
          <w:lang w:eastAsia="cs-CZ"/>
        </w:rPr>
        <w:t>Zast</w:t>
      </w:r>
      <w:proofErr w:type="spellEnd"/>
      <w:r w:rsidRPr="008074A1">
        <w:rPr>
          <w:rFonts w:eastAsia="Calibri" w:cs="Times New Roman"/>
          <w:b/>
          <w:lang w:eastAsia="cs-CZ"/>
        </w:rPr>
        <w:t>. Závada, kamerový systém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 xml:space="preserve">Pokud se nové kamery mají doplnit do </w:t>
      </w:r>
      <w:proofErr w:type="spellStart"/>
      <w:r w:rsidRPr="00A237AC">
        <w:rPr>
          <w:rFonts w:eastAsia="Calibri" w:cs="Times New Roman"/>
          <w:lang w:eastAsia="cs-CZ"/>
        </w:rPr>
        <w:t>telestěny</w:t>
      </w:r>
      <w:proofErr w:type="spellEnd"/>
      <w:r w:rsidRPr="00A237AC">
        <w:rPr>
          <w:rFonts w:eastAsia="Calibri" w:cs="Times New Roman"/>
          <w:lang w:eastAsia="cs-CZ"/>
        </w:rPr>
        <w:t xml:space="preserve"> na CDP, žádáme zadavatele o doplnění R-položky „Rekonfigurace stávající </w:t>
      </w:r>
      <w:proofErr w:type="spellStart"/>
      <w:r w:rsidRPr="00A237AC">
        <w:rPr>
          <w:rFonts w:eastAsia="Calibri" w:cs="Times New Roman"/>
          <w:lang w:eastAsia="cs-CZ"/>
        </w:rPr>
        <w:t>telestěny</w:t>
      </w:r>
      <w:proofErr w:type="spellEnd"/>
      <w:r w:rsidRPr="00A237AC">
        <w:rPr>
          <w:rFonts w:eastAsia="Calibri" w:cs="Times New Roman"/>
          <w:lang w:eastAsia="cs-CZ"/>
        </w:rPr>
        <w:t xml:space="preserve"> na sálu CDP Přerov a centrálního management serveru vč. softwaru </w:t>
      </w:r>
      <w:proofErr w:type="spellStart"/>
      <w:r w:rsidRPr="00A237AC">
        <w:rPr>
          <w:rFonts w:eastAsia="Calibri" w:cs="Times New Roman"/>
          <w:lang w:eastAsia="cs-CZ"/>
        </w:rPr>
        <w:t>Milestone</w:t>
      </w:r>
      <w:proofErr w:type="spellEnd"/>
      <w:r w:rsidRPr="00A237AC">
        <w:rPr>
          <w:rFonts w:eastAsia="Calibri" w:cs="Times New Roman"/>
          <w:lang w:eastAsia="cs-CZ"/>
        </w:rPr>
        <w:t>“.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277CE6" w:rsidRPr="006B326A" w:rsidRDefault="00277CE6" w:rsidP="00277C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Doplněno do SP, viz příloha.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251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74A1">
        <w:rPr>
          <w:rFonts w:eastAsia="Calibri" w:cs="Times New Roman"/>
          <w:b/>
          <w:lang w:eastAsia="cs-CZ"/>
        </w:rPr>
        <w:t xml:space="preserve">PS 44-22-23 </w:t>
      </w:r>
      <w:proofErr w:type="spellStart"/>
      <w:r w:rsidRPr="008074A1">
        <w:rPr>
          <w:rFonts w:eastAsia="Calibri" w:cs="Times New Roman"/>
          <w:b/>
          <w:lang w:eastAsia="cs-CZ"/>
        </w:rPr>
        <w:t>Zast</w:t>
      </w:r>
      <w:proofErr w:type="spellEnd"/>
      <w:r w:rsidRPr="008074A1">
        <w:rPr>
          <w:rFonts w:eastAsia="Calibri" w:cs="Times New Roman"/>
          <w:b/>
          <w:lang w:eastAsia="cs-CZ"/>
        </w:rPr>
        <w:t>. Závada, kamerový systém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Ke kamerám umístněným na sloupu je nutné instalovat adaptér - 75L484   PŘÍSLUŠENSTVÍ KS - ADAPTÉR PRO MONTÁŽ NA SLOUP. Dále se na kamerový sloupek zpravidla dávají výložníky. Žádáme zadavatel</w:t>
      </w:r>
      <w:r w:rsidR="00277CE6">
        <w:rPr>
          <w:rFonts w:eastAsia="Calibri" w:cs="Times New Roman"/>
          <w:lang w:eastAsia="cs-CZ"/>
        </w:rPr>
        <w:t>e</w:t>
      </w:r>
      <w:r w:rsidRPr="00A237AC">
        <w:rPr>
          <w:rFonts w:eastAsia="Calibri" w:cs="Times New Roman"/>
          <w:lang w:eastAsia="cs-CZ"/>
        </w:rPr>
        <w:t xml:space="preserve"> o doplnění této položky do výkazu výměr. Pokud budou kamery na sloup instalovány bez výložníků (nebude nic bránit kameře ve správném směru výhledu), žádáme zadavatele o potvrzení, že výložníky nejsou potřeba.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277CE6" w:rsidRPr="006B326A" w:rsidRDefault="00277CE6" w:rsidP="00277C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326A">
        <w:rPr>
          <w:rFonts w:eastAsia="Calibri" w:cs="Times New Roman"/>
          <w:lang w:eastAsia="cs-CZ"/>
        </w:rPr>
        <w:t>Doplněno do SP, viz příloha.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252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237AC">
        <w:rPr>
          <w:rFonts w:eastAsia="Calibri" w:cs="Times New Roman"/>
          <w:b/>
          <w:lang w:eastAsia="cs-CZ"/>
        </w:rPr>
        <w:t xml:space="preserve">PS 44-22-23 </w:t>
      </w:r>
      <w:proofErr w:type="spellStart"/>
      <w:r w:rsidRPr="00A237AC">
        <w:rPr>
          <w:rFonts w:eastAsia="Calibri" w:cs="Times New Roman"/>
          <w:b/>
          <w:lang w:eastAsia="cs-CZ"/>
        </w:rPr>
        <w:t>Zast</w:t>
      </w:r>
      <w:proofErr w:type="spellEnd"/>
      <w:r w:rsidRPr="00A237AC">
        <w:rPr>
          <w:rFonts w:eastAsia="Calibri" w:cs="Times New Roman"/>
          <w:b/>
          <w:lang w:eastAsia="cs-CZ"/>
        </w:rPr>
        <w:t>. Závada, kamerový systém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PS 4</w:t>
      </w:r>
      <w:r w:rsidRPr="00A237AC">
        <w:t xml:space="preserve"> </w:t>
      </w:r>
      <w:r w:rsidRPr="00A237AC">
        <w:rPr>
          <w:rFonts w:eastAsia="Calibri" w:cs="Times New Roman"/>
          <w:lang w:eastAsia="cs-CZ"/>
        </w:rPr>
        <w:t>9.</w:t>
      </w:r>
      <w:r w:rsidRPr="00A237AC">
        <w:rPr>
          <w:rFonts w:eastAsia="Calibri" w:cs="Times New Roman"/>
          <w:lang w:eastAsia="cs-CZ"/>
        </w:rPr>
        <w:tab/>
        <w:t xml:space="preserve">Na stávající trati se běžně používají 4metrové nebo spíše 5metrové kamerové sloupky, čemuž by lépe odpovídala položky 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75H141 STOŽÁR (SLOUP) OCELOVÝ DO 10 M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75H14X STOŽÁR (SLOUP) OCELOVÝ – MONTÁŽ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nebo se skutečně mají dodat atypické stožáry atypických délek?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 xml:space="preserve">Žádáme zadavatele o prověření a případnou opravu ve výkazu výměr4-22-23 </w:t>
      </w:r>
      <w:proofErr w:type="spellStart"/>
      <w:r w:rsidRPr="00A237AC">
        <w:rPr>
          <w:rFonts w:eastAsia="Calibri" w:cs="Times New Roman"/>
          <w:lang w:eastAsia="cs-CZ"/>
        </w:rPr>
        <w:t>Zast</w:t>
      </w:r>
      <w:proofErr w:type="spellEnd"/>
      <w:r w:rsidRPr="00A237AC">
        <w:rPr>
          <w:rFonts w:eastAsia="Calibri" w:cs="Times New Roman"/>
          <w:lang w:eastAsia="cs-CZ"/>
        </w:rPr>
        <w:t>. Závada, kamerový systém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277CE6" w:rsidRDefault="00277CE6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77CE6">
        <w:rPr>
          <w:rFonts w:eastAsia="Calibri" w:cs="Times New Roman"/>
          <w:lang w:eastAsia="cs-CZ"/>
        </w:rPr>
        <w:t>Opraveno v SP, viz příloha.</w:t>
      </w:r>
    </w:p>
    <w:p w:rsidR="00277CE6" w:rsidRDefault="00277CE6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253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237AC">
        <w:rPr>
          <w:rFonts w:eastAsia="Calibri" w:cs="Times New Roman"/>
          <w:b/>
          <w:lang w:eastAsia="cs-CZ"/>
        </w:rPr>
        <w:t>PS 45-22-22 ŽST Petrovice u Karviné, informační zařízení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 xml:space="preserve">Ve Vysvětlení/změna/doplnění zadávací dokumentace č. 1, odpověď na dotaz č. 13 nebylo zodpovězeno z jakého důvodu je ve výkazu výměr položka č. 2 ODJEZDOVÁ NEBO PŘÍJEZDOVÁ TABULE IS JEDNOSTRANNÁ </w:t>
      </w:r>
      <w:proofErr w:type="gramStart"/>
      <w:r w:rsidRPr="00A237AC">
        <w:rPr>
          <w:rFonts w:eastAsia="Calibri" w:cs="Times New Roman"/>
          <w:lang w:eastAsia="cs-CZ"/>
        </w:rPr>
        <w:t>DO 6-TI</w:t>
      </w:r>
      <w:proofErr w:type="gramEnd"/>
      <w:r w:rsidRPr="00A237AC">
        <w:rPr>
          <w:rFonts w:eastAsia="Calibri" w:cs="Times New Roman"/>
          <w:lang w:eastAsia="cs-CZ"/>
        </w:rPr>
        <w:t xml:space="preserve"> ŘÁDKŮ, když i v opraveném blokovém schématu tato tabule není zakreslena.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277CE6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277CE6" w:rsidRDefault="00277CE6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77CE6">
        <w:rPr>
          <w:rFonts w:eastAsia="Calibri" w:cs="Times New Roman"/>
          <w:lang w:eastAsia="cs-CZ"/>
        </w:rPr>
        <w:t>Opraveno, schéma bylo zavádějící, viz příloha.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254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237AC">
        <w:rPr>
          <w:rFonts w:eastAsia="Calibri" w:cs="Times New Roman"/>
          <w:b/>
          <w:lang w:eastAsia="cs-CZ"/>
        </w:rPr>
        <w:t>PS 42-22-02 „</w:t>
      </w:r>
      <w:proofErr w:type="spellStart"/>
      <w:proofErr w:type="gramStart"/>
      <w:r w:rsidRPr="00A237AC">
        <w:rPr>
          <w:rFonts w:eastAsia="Calibri" w:cs="Times New Roman"/>
          <w:b/>
          <w:lang w:eastAsia="cs-CZ"/>
        </w:rPr>
        <w:t>T.ú</w:t>
      </w:r>
      <w:proofErr w:type="spellEnd"/>
      <w:r w:rsidRPr="00A237AC">
        <w:rPr>
          <w:rFonts w:eastAsia="Calibri" w:cs="Times New Roman"/>
          <w:b/>
          <w:lang w:eastAsia="cs-CZ"/>
        </w:rPr>
        <w:t>.</w:t>
      </w:r>
      <w:proofErr w:type="gramEnd"/>
      <w:r w:rsidRPr="00A237AC">
        <w:rPr>
          <w:rFonts w:eastAsia="Calibri" w:cs="Times New Roman"/>
          <w:b/>
          <w:lang w:eastAsia="cs-CZ"/>
        </w:rPr>
        <w:t xml:space="preserve"> Dětmarovice - Petrovice u K., přenosový systém, úprava a doplnění“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V zadávací dokumentaci zcela schází schémata s vyznačením stávajících, upravovaných a doplňovaných zařízení. Není tedy možné ověřit, zda navrhované řešení bude dostačovat pro připojení všech systémů uvedených v technické zprávě. Žádáme zadavatele o doplnění zadávací dokumentace.</w:t>
      </w:r>
    </w:p>
    <w:p w:rsidR="00277CE6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13509F" w:rsidRPr="00277CE6" w:rsidRDefault="00277CE6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77CE6">
        <w:rPr>
          <w:rFonts w:eastAsia="Calibri" w:cs="Times New Roman"/>
          <w:lang w:eastAsia="cs-CZ"/>
        </w:rPr>
        <w:t xml:space="preserve">Dovysvětleno v TZ </w:t>
      </w:r>
      <w:proofErr w:type="gramStart"/>
      <w:r w:rsidRPr="00277CE6">
        <w:rPr>
          <w:rFonts w:eastAsia="Calibri" w:cs="Times New Roman"/>
          <w:lang w:eastAsia="cs-CZ"/>
        </w:rPr>
        <w:t>str.9.</w:t>
      </w:r>
      <w:proofErr w:type="gramEnd"/>
      <w:r w:rsidRPr="00277CE6">
        <w:rPr>
          <w:rFonts w:eastAsia="Calibri" w:cs="Times New Roman"/>
          <w:lang w:eastAsia="cs-CZ"/>
        </w:rPr>
        <w:t xml:space="preserve"> Schéma není možné vypracovat z důvodu neexistující dokumentace skutečného provedení posledních staveb. Tato dokumentace nepřidává zařízení do přenosového systému, využívá pouze stávajících. TZ viz příloha.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255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237AC">
        <w:rPr>
          <w:rFonts w:eastAsia="Calibri" w:cs="Times New Roman"/>
          <w:b/>
          <w:lang w:eastAsia="cs-CZ"/>
        </w:rPr>
        <w:t>PS 42-22-02 „</w:t>
      </w:r>
      <w:proofErr w:type="spellStart"/>
      <w:proofErr w:type="gramStart"/>
      <w:r w:rsidRPr="00A237AC">
        <w:rPr>
          <w:rFonts w:eastAsia="Calibri" w:cs="Times New Roman"/>
          <w:b/>
          <w:lang w:eastAsia="cs-CZ"/>
        </w:rPr>
        <w:t>T.ú</w:t>
      </w:r>
      <w:proofErr w:type="spellEnd"/>
      <w:r w:rsidRPr="00A237AC">
        <w:rPr>
          <w:rFonts w:eastAsia="Calibri" w:cs="Times New Roman"/>
          <w:b/>
          <w:lang w:eastAsia="cs-CZ"/>
        </w:rPr>
        <w:t>.</w:t>
      </w:r>
      <w:proofErr w:type="gramEnd"/>
      <w:r w:rsidRPr="00A237AC">
        <w:rPr>
          <w:rFonts w:eastAsia="Calibri" w:cs="Times New Roman"/>
          <w:b/>
          <w:lang w:eastAsia="cs-CZ"/>
        </w:rPr>
        <w:t xml:space="preserve"> Dětmarovice - Petrovice u K., přenosový systém, úprava a doplnění“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 xml:space="preserve">V technické zprávě je uvedeno dodání zařízení s izolovaným </w:t>
      </w:r>
      <w:proofErr w:type="spellStart"/>
      <w:r w:rsidRPr="00A237AC">
        <w:rPr>
          <w:rFonts w:eastAsia="Calibri" w:cs="Times New Roman"/>
          <w:lang w:eastAsia="cs-CZ"/>
        </w:rPr>
        <w:t>ethernet</w:t>
      </w:r>
      <w:proofErr w:type="spellEnd"/>
      <w:r w:rsidRPr="00A237AC">
        <w:rPr>
          <w:rFonts w:eastAsia="Calibri" w:cs="Times New Roman"/>
          <w:lang w:eastAsia="cs-CZ"/>
        </w:rPr>
        <w:t xml:space="preserve"> kanálem a servisním </w:t>
      </w:r>
      <w:proofErr w:type="spellStart"/>
      <w:r w:rsidRPr="00A237AC">
        <w:rPr>
          <w:rFonts w:eastAsia="Calibri" w:cs="Times New Roman"/>
          <w:lang w:eastAsia="cs-CZ"/>
        </w:rPr>
        <w:t>ethernet</w:t>
      </w:r>
      <w:proofErr w:type="spellEnd"/>
      <w:r w:rsidRPr="00A237AC">
        <w:rPr>
          <w:rFonts w:eastAsia="Calibri" w:cs="Times New Roman"/>
          <w:lang w:eastAsia="cs-CZ"/>
        </w:rPr>
        <w:t xml:space="preserve"> portem. Žádáme zadavatele o doplnění výkazu výměr.</w:t>
      </w:r>
    </w:p>
    <w:p w:rsidR="00277CE6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277CE6" w:rsidRDefault="00277CE6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77CE6">
        <w:rPr>
          <w:rFonts w:eastAsia="Calibri" w:cs="Times New Roman"/>
          <w:lang w:eastAsia="cs-CZ"/>
        </w:rPr>
        <w:t xml:space="preserve">Dovysvětleno v TZ </w:t>
      </w:r>
      <w:proofErr w:type="gramStart"/>
      <w:r w:rsidRPr="00277CE6">
        <w:rPr>
          <w:rFonts w:eastAsia="Calibri" w:cs="Times New Roman"/>
          <w:lang w:eastAsia="cs-CZ"/>
        </w:rPr>
        <w:t>str.10</w:t>
      </w:r>
      <w:proofErr w:type="gramEnd"/>
      <w:r w:rsidRPr="00277CE6">
        <w:rPr>
          <w:rFonts w:eastAsia="Calibri" w:cs="Times New Roman"/>
          <w:lang w:eastAsia="cs-CZ"/>
        </w:rPr>
        <w:t>. Tyto zařízení jsou součástí souborů DŘT, přenosový systém počítá pouze s jeho napojením. TZ viz příloha.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256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237AC">
        <w:rPr>
          <w:rFonts w:eastAsia="Calibri" w:cs="Times New Roman"/>
          <w:b/>
          <w:lang w:eastAsia="cs-CZ"/>
        </w:rPr>
        <w:t>PS 42-22-02 „</w:t>
      </w:r>
      <w:proofErr w:type="spellStart"/>
      <w:proofErr w:type="gramStart"/>
      <w:r w:rsidRPr="00A237AC">
        <w:rPr>
          <w:rFonts w:eastAsia="Calibri" w:cs="Times New Roman"/>
          <w:b/>
          <w:lang w:eastAsia="cs-CZ"/>
        </w:rPr>
        <w:t>T.ú</w:t>
      </w:r>
      <w:proofErr w:type="spellEnd"/>
      <w:r w:rsidRPr="00A237AC">
        <w:rPr>
          <w:rFonts w:eastAsia="Calibri" w:cs="Times New Roman"/>
          <w:b/>
          <w:lang w:eastAsia="cs-CZ"/>
        </w:rPr>
        <w:t>.</w:t>
      </w:r>
      <w:proofErr w:type="gramEnd"/>
      <w:r w:rsidRPr="00A237AC">
        <w:rPr>
          <w:rFonts w:eastAsia="Calibri" w:cs="Times New Roman"/>
          <w:b/>
          <w:lang w:eastAsia="cs-CZ"/>
        </w:rPr>
        <w:t xml:space="preserve"> Dětmarovice - Petrovice u K., přenosový systém, úprava a doplnění“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V technické zprávě je uvedeno dodání IP telefonů. Žádáme zadavatele o doplnění výkazu výměr.</w:t>
      </w:r>
    </w:p>
    <w:p w:rsidR="00277CE6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13509F" w:rsidRPr="00277CE6" w:rsidRDefault="00277CE6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77CE6">
        <w:rPr>
          <w:rFonts w:eastAsia="Calibri" w:cs="Times New Roman"/>
          <w:lang w:eastAsia="cs-CZ"/>
        </w:rPr>
        <w:t xml:space="preserve">Doplněno do TZ </w:t>
      </w:r>
      <w:proofErr w:type="gramStart"/>
      <w:r w:rsidRPr="00277CE6">
        <w:rPr>
          <w:rFonts w:eastAsia="Calibri" w:cs="Times New Roman"/>
          <w:lang w:eastAsia="cs-CZ"/>
        </w:rPr>
        <w:t>str.10</w:t>
      </w:r>
      <w:proofErr w:type="gramEnd"/>
      <w:r w:rsidRPr="00277CE6">
        <w:rPr>
          <w:rFonts w:eastAsia="Calibri" w:cs="Times New Roman"/>
          <w:lang w:eastAsia="cs-CZ"/>
        </w:rPr>
        <w:t>. IP telefony jsou součástí PS 41-22-13 a PS 45-22-13, kde jsou ve výkazu napočítány. Viz příloha.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>D</w:t>
      </w:r>
      <w:r>
        <w:rPr>
          <w:rFonts w:eastAsia="Calibri" w:cs="Times New Roman"/>
          <w:b/>
          <w:lang w:eastAsia="cs-CZ"/>
        </w:rPr>
        <w:t>otaz č. 257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237AC">
        <w:rPr>
          <w:rFonts w:eastAsia="Calibri" w:cs="Times New Roman"/>
          <w:b/>
          <w:lang w:eastAsia="cs-CZ"/>
        </w:rPr>
        <w:t>PS 42-22-02 „</w:t>
      </w:r>
      <w:proofErr w:type="spellStart"/>
      <w:proofErr w:type="gramStart"/>
      <w:r w:rsidRPr="00A237AC">
        <w:rPr>
          <w:rFonts w:eastAsia="Calibri" w:cs="Times New Roman"/>
          <w:b/>
          <w:lang w:eastAsia="cs-CZ"/>
        </w:rPr>
        <w:t>T.ú</w:t>
      </w:r>
      <w:proofErr w:type="spellEnd"/>
      <w:r w:rsidRPr="00A237AC">
        <w:rPr>
          <w:rFonts w:eastAsia="Calibri" w:cs="Times New Roman"/>
          <w:b/>
          <w:lang w:eastAsia="cs-CZ"/>
        </w:rPr>
        <w:t>.</w:t>
      </w:r>
      <w:proofErr w:type="gramEnd"/>
      <w:r w:rsidRPr="00A237AC">
        <w:rPr>
          <w:rFonts w:eastAsia="Calibri" w:cs="Times New Roman"/>
          <w:b/>
          <w:lang w:eastAsia="cs-CZ"/>
        </w:rPr>
        <w:t xml:space="preserve"> Dětmarovice - Petrovice u K., přenosový systém, úprava a doplnění“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 xml:space="preserve">V technické zprávě je navrženo použití L2 přepínačů a samostatný </w:t>
      </w:r>
      <w:proofErr w:type="spellStart"/>
      <w:r w:rsidRPr="00A237AC">
        <w:rPr>
          <w:rFonts w:eastAsia="Calibri" w:cs="Times New Roman"/>
          <w:lang w:eastAsia="cs-CZ"/>
        </w:rPr>
        <w:t>switch</w:t>
      </w:r>
      <w:proofErr w:type="spellEnd"/>
      <w:r w:rsidRPr="00A237AC">
        <w:rPr>
          <w:rFonts w:eastAsia="Calibri" w:cs="Times New Roman"/>
          <w:lang w:eastAsia="cs-CZ"/>
        </w:rPr>
        <w:t xml:space="preserve"> pro intranet. Žádáme zadavatele o doplnění výkazu výměr.</w:t>
      </w:r>
    </w:p>
    <w:p w:rsidR="00277CE6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A6736">
        <w:rPr>
          <w:rFonts w:eastAsia="Calibri" w:cs="Times New Roman"/>
          <w:b/>
          <w:lang w:eastAsia="cs-CZ"/>
        </w:rPr>
        <w:t>0</w:t>
      </w:r>
      <w:r w:rsidRPr="00CF6125">
        <w:rPr>
          <w:rFonts w:eastAsia="Calibri" w:cs="Times New Roman"/>
          <w:b/>
          <w:lang w:eastAsia="cs-CZ"/>
        </w:rPr>
        <w:t xml:space="preserve">dpověď: </w:t>
      </w:r>
    </w:p>
    <w:p w:rsidR="0013509F" w:rsidRPr="00277CE6" w:rsidRDefault="00277CE6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77CE6">
        <w:rPr>
          <w:rFonts w:eastAsia="Calibri" w:cs="Times New Roman"/>
          <w:lang w:eastAsia="cs-CZ"/>
        </w:rPr>
        <w:t>Doplněno do SP, viz příloha.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258</w:t>
      </w:r>
      <w:r w:rsidRPr="00CF6125">
        <w:rPr>
          <w:rFonts w:eastAsia="Calibri" w:cs="Times New Roman"/>
          <w:b/>
          <w:lang w:eastAsia="cs-CZ"/>
        </w:rPr>
        <w:t xml:space="preserve">: 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237AC">
        <w:rPr>
          <w:rFonts w:eastAsia="Calibri" w:cs="Times New Roman"/>
          <w:b/>
          <w:lang w:eastAsia="cs-CZ"/>
        </w:rPr>
        <w:t>PS 42-22-02 „</w:t>
      </w:r>
      <w:proofErr w:type="spellStart"/>
      <w:proofErr w:type="gramStart"/>
      <w:r w:rsidRPr="00A237AC">
        <w:rPr>
          <w:rFonts w:eastAsia="Calibri" w:cs="Times New Roman"/>
          <w:b/>
          <w:lang w:eastAsia="cs-CZ"/>
        </w:rPr>
        <w:t>T.ú</w:t>
      </w:r>
      <w:proofErr w:type="spellEnd"/>
      <w:r w:rsidRPr="00A237AC">
        <w:rPr>
          <w:rFonts w:eastAsia="Calibri" w:cs="Times New Roman"/>
          <w:b/>
          <w:lang w:eastAsia="cs-CZ"/>
        </w:rPr>
        <w:t>.</w:t>
      </w:r>
      <w:proofErr w:type="gramEnd"/>
      <w:r w:rsidRPr="00A237AC">
        <w:rPr>
          <w:rFonts w:eastAsia="Calibri" w:cs="Times New Roman"/>
          <w:b/>
          <w:lang w:eastAsia="cs-CZ"/>
        </w:rPr>
        <w:t xml:space="preserve"> Dětmarovice - Petrovice u K., přenosový systém, úprava a doplnění“</w:t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V technické zprávě není řešeno napájení a záložní napájení. Rozumíme správně, že se v lokalitách nachází dostatečně dimenzované napáječe?</w:t>
      </w:r>
    </w:p>
    <w:p w:rsidR="00277CE6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F6125">
        <w:rPr>
          <w:rFonts w:eastAsia="Calibri" w:cs="Times New Roman"/>
          <w:b/>
          <w:lang w:eastAsia="cs-CZ"/>
        </w:rPr>
        <w:t>Odpověď</w:t>
      </w:r>
      <w:r w:rsidRPr="00277CE6">
        <w:rPr>
          <w:rFonts w:eastAsia="Calibri" w:cs="Times New Roman"/>
          <w:lang w:eastAsia="cs-CZ"/>
        </w:rPr>
        <w:t xml:space="preserve">: </w:t>
      </w:r>
    </w:p>
    <w:p w:rsidR="0013509F" w:rsidRPr="00CF6125" w:rsidRDefault="00277CE6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77CE6">
        <w:rPr>
          <w:rFonts w:eastAsia="Calibri" w:cs="Times New Roman"/>
          <w:lang w:eastAsia="cs-CZ"/>
        </w:rPr>
        <w:t xml:space="preserve">Doplněno do TZ </w:t>
      </w:r>
      <w:proofErr w:type="gramStart"/>
      <w:r w:rsidRPr="00277CE6">
        <w:rPr>
          <w:rFonts w:eastAsia="Calibri" w:cs="Times New Roman"/>
          <w:lang w:eastAsia="cs-CZ"/>
        </w:rPr>
        <w:t>str.9, viz</w:t>
      </w:r>
      <w:proofErr w:type="gramEnd"/>
      <w:r w:rsidRPr="00277CE6">
        <w:rPr>
          <w:rFonts w:eastAsia="Calibri" w:cs="Times New Roman"/>
          <w:lang w:eastAsia="cs-CZ"/>
        </w:rPr>
        <w:t xml:space="preserve"> příloha.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259</w:t>
      </w:r>
      <w:r w:rsidRPr="00CF6125">
        <w:rPr>
          <w:rFonts w:eastAsia="Calibri" w:cs="Times New Roman"/>
          <w:b/>
          <w:lang w:eastAsia="cs-CZ"/>
        </w:rPr>
        <w:t>:</w:t>
      </w:r>
    </w:p>
    <w:p w:rsidR="0013509F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237AC">
        <w:rPr>
          <w:rFonts w:eastAsia="Calibri" w:cs="Times New Roman"/>
          <w:b/>
          <w:lang w:eastAsia="cs-CZ"/>
        </w:rPr>
        <w:t>SO 45-44-01</w:t>
      </w:r>
      <w:r w:rsidRPr="00A237AC">
        <w:rPr>
          <w:rFonts w:eastAsia="Calibri" w:cs="Times New Roman"/>
          <w:b/>
          <w:lang w:eastAsia="cs-CZ"/>
        </w:rPr>
        <w:tab/>
        <w:t xml:space="preserve">ŽST Petrovice u K., </w:t>
      </w:r>
      <w:proofErr w:type="spellStart"/>
      <w:r w:rsidRPr="00A237AC">
        <w:rPr>
          <w:rFonts w:eastAsia="Calibri" w:cs="Times New Roman"/>
          <w:b/>
          <w:lang w:eastAsia="cs-CZ"/>
        </w:rPr>
        <w:t>kabelovod</w:t>
      </w:r>
      <w:proofErr w:type="spellEnd"/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t>Při kontrole kompletnosti zadaného výkazu výměr nám vychází množství u položek „KABELOVÉ KOMORY Z PLASTICKÝCH HMOT“ v předložené projektové dokumentaci k tomuto SO na 16 ks. V položkách VV je u pol. č. 26 KABELOVÉ KOMORY Z PLASTICKÝCH HMOT, UŽITNÝ OBJEM DO 2,5M3 a pol. č. 27 KABELOVÉ KOMORY Z PLASTICKÝCH HMOT, UŽITNÝ OBJEM DO 4,5M3 uvedeno těchto komor celkem pouze 13 ks (2+11).</w:t>
      </w:r>
      <w:r w:rsidRPr="00A237AC">
        <w:rPr>
          <w:rFonts w:eastAsia="Calibri" w:cs="Times New Roman"/>
          <w:lang w:eastAsia="cs-CZ"/>
        </w:rPr>
        <w:tab/>
      </w:r>
      <w:r w:rsidRPr="00A237AC">
        <w:rPr>
          <w:rFonts w:eastAsia="Calibri" w:cs="Times New Roman"/>
          <w:lang w:eastAsia="cs-CZ"/>
        </w:rPr>
        <w:tab/>
      </w:r>
      <w:r w:rsidRPr="00A237AC">
        <w:rPr>
          <w:rFonts w:eastAsia="Calibri" w:cs="Times New Roman"/>
          <w:lang w:eastAsia="cs-CZ"/>
        </w:rPr>
        <w:tab/>
      </w:r>
      <w:r w:rsidRPr="00A237AC">
        <w:rPr>
          <w:rFonts w:eastAsia="Calibri" w:cs="Times New Roman"/>
          <w:lang w:eastAsia="cs-CZ"/>
        </w:rPr>
        <w:tab/>
      </w:r>
      <w:r w:rsidRPr="00A237AC">
        <w:rPr>
          <w:rFonts w:eastAsia="Calibri" w:cs="Times New Roman"/>
          <w:lang w:eastAsia="cs-CZ"/>
        </w:rPr>
        <w:tab/>
      </w:r>
      <w:r w:rsidRPr="00A237AC">
        <w:rPr>
          <w:rFonts w:eastAsia="Calibri" w:cs="Times New Roman"/>
          <w:lang w:eastAsia="cs-CZ"/>
        </w:rPr>
        <w:tab/>
      </w:r>
    </w:p>
    <w:p w:rsidR="0013509F" w:rsidRPr="00A237AC" w:rsidRDefault="0013509F" w:rsidP="001350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37AC">
        <w:rPr>
          <w:rFonts w:eastAsia="Calibri" w:cs="Times New Roman"/>
          <w:lang w:eastAsia="cs-CZ"/>
        </w:rPr>
        <w:lastRenderedPageBreak/>
        <w:t>Upraví zadavatel rozdíl mezi množstvím komor uvedených v PD a množstvím „KABELOVÉ KOMORY Z PLASTICKÝCH HMOT“ v položkách VV pro  SO 45-44-01?</w:t>
      </w:r>
    </w:p>
    <w:p w:rsidR="00277CE6" w:rsidRDefault="0013509F" w:rsidP="00277CE6">
      <w:pPr>
        <w:spacing w:after="0" w:line="240" w:lineRule="auto"/>
        <w:rPr>
          <w:rFonts w:eastAsia="Calibri" w:cs="Times New Roman"/>
          <w:b/>
          <w:lang w:eastAsia="cs-CZ"/>
        </w:rPr>
      </w:pPr>
      <w:r w:rsidRPr="00CF6125">
        <w:rPr>
          <w:rFonts w:eastAsia="Calibri" w:cs="Times New Roman"/>
          <w:b/>
          <w:lang w:eastAsia="cs-CZ"/>
        </w:rPr>
        <w:t xml:space="preserve">Odpověď: </w:t>
      </w:r>
    </w:p>
    <w:p w:rsidR="00277CE6" w:rsidRPr="00277CE6" w:rsidRDefault="00277CE6" w:rsidP="00277CE6">
      <w:pPr>
        <w:spacing w:after="0" w:line="240" w:lineRule="auto"/>
        <w:rPr>
          <w:rFonts w:eastAsia="Calibri" w:cs="Times New Roman"/>
          <w:lang w:eastAsia="cs-CZ"/>
        </w:rPr>
      </w:pPr>
      <w:r w:rsidRPr="00277CE6">
        <w:rPr>
          <w:bCs/>
          <w:lang w:eastAsia="cs-CZ"/>
        </w:rPr>
        <w:t>Správný počet kabelových komor z plastických hmot je 16, zasíláme pravený soupis prací.</w:t>
      </w:r>
    </w:p>
    <w:p w:rsidR="0013509F" w:rsidRPr="00CF6125" w:rsidRDefault="0013509F" w:rsidP="001350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E6C08" w:rsidRDefault="00AE6C08" w:rsidP="00AE6C08">
      <w:pPr>
        <w:spacing w:after="0" w:line="240" w:lineRule="auto"/>
        <w:ind w:firstLine="360"/>
        <w:jc w:val="both"/>
        <w:rPr>
          <w:rFonts w:eastAsia="Calibri" w:cs="Times New Roman"/>
          <w:lang w:eastAsia="cs-CZ"/>
        </w:rPr>
      </w:pPr>
    </w:p>
    <w:p w:rsidR="00277CE6" w:rsidRPr="00D2351D" w:rsidRDefault="00277CE6" w:rsidP="00277CE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2351D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D2351D">
        <w:rPr>
          <w:rFonts w:eastAsia="Times New Roman" w:cs="Times New Roman"/>
          <w:b/>
          <w:lang w:eastAsia="cs-CZ"/>
        </w:rPr>
        <w:t>změny/doplnění zadávací dokumentace</w:t>
      </w:r>
      <w:r w:rsidRPr="00D2351D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D2351D">
        <w:rPr>
          <w:rFonts w:eastAsia="Times New Roman" w:cs="Times New Roman"/>
          <w:lang w:eastAsia="cs-CZ"/>
        </w:rPr>
        <w:t>ust</w:t>
      </w:r>
      <w:proofErr w:type="spellEnd"/>
      <w:r w:rsidRPr="00D2351D">
        <w:rPr>
          <w:rFonts w:eastAsia="Times New Roman" w:cs="Times New Roman"/>
          <w:lang w:eastAsia="cs-CZ"/>
        </w:rPr>
        <w:t>. § 99 odst. 2 ZZVZ a prodlužuje l</w:t>
      </w:r>
      <w:r>
        <w:rPr>
          <w:rFonts w:eastAsia="Times New Roman" w:cs="Times New Roman"/>
          <w:lang w:eastAsia="cs-CZ"/>
        </w:rPr>
        <w:t>hůtu pro podání nabídek ze dne 22. 1. 2020 v 10:00 hod. na den 23</w:t>
      </w:r>
      <w:r w:rsidRPr="00D2351D">
        <w:rPr>
          <w:rFonts w:eastAsia="Times New Roman" w:cs="Times New Roman"/>
          <w:lang w:eastAsia="cs-CZ"/>
        </w:rPr>
        <w:t>. 1. 2020 v 10:00 hod.</w:t>
      </w:r>
    </w:p>
    <w:p w:rsidR="00277CE6" w:rsidRPr="00D2351D" w:rsidRDefault="00277CE6" w:rsidP="00277CE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277CE6" w:rsidRPr="00656ED1" w:rsidRDefault="00277CE6" w:rsidP="00277CE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56ED1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4" w:history="1">
        <w:r w:rsidRPr="00656ED1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656ED1">
        <w:rPr>
          <w:rFonts w:eastAsia="Times New Roman" w:cs="Times New Roman"/>
          <w:lang w:eastAsia="cs-CZ"/>
        </w:rPr>
        <w:t xml:space="preserve"> (evidenční č. VZ Z2019-043002). Změny se týkají těchto ustanovení:</w:t>
      </w:r>
    </w:p>
    <w:p w:rsidR="00277CE6" w:rsidRPr="00656ED1" w:rsidRDefault="00277CE6" w:rsidP="00277CE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277CE6" w:rsidRPr="00656ED1" w:rsidRDefault="00277CE6" w:rsidP="00277CE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56ED1">
        <w:rPr>
          <w:rFonts w:eastAsia="Times New Roman" w:cs="Times New Roman"/>
          <w:b/>
          <w:lang w:eastAsia="cs-CZ"/>
        </w:rPr>
        <w:t xml:space="preserve">Oddíl IV. 2.2): </w:t>
      </w:r>
    </w:p>
    <w:p w:rsidR="00277CE6" w:rsidRPr="00656ED1" w:rsidRDefault="00277CE6" w:rsidP="00277CE6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</w:t>
      </w:r>
      <w:r w:rsidRPr="00656ED1">
        <w:rPr>
          <w:rFonts w:eastAsia="Times New Roman" w:cs="Times New Roman"/>
          <w:lang w:eastAsia="cs-CZ"/>
        </w:rPr>
        <w:t>. 1. 2020 v </w:t>
      </w:r>
      <w:r>
        <w:rPr>
          <w:rFonts w:eastAsia="Times New Roman" w:cs="Times New Roman"/>
          <w:lang w:eastAsia="cs-CZ"/>
        </w:rPr>
        <w:t>10:00 hod. a nahrazujeme datem 23</w:t>
      </w:r>
      <w:r w:rsidRPr="00656ED1">
        <w:rPr>
          <w:rFonts w:eastAsia="Times New Roman" w:cs="Times New Roman"/>
          <w:lang w:eastAsia="cs-CZ"/>
        </w:rPr>
        <w:t>. 1. 2020 v 10:00 hod.,</w:t>
      </w:r>
      <w:r w:rsidRPr="00656ED1">
        <w:rPr>
          <w:rFonts w:eastAsia="Times New Roman" w:cs="Times New Roman"/>
          <w:b/>
          <w:lang w:eastAsia="cs-CZ"/>
        </w:rPr>
        <w:t xml:space="preserve"> </w:t>
      </w:r>
    </w:p>
    <w:p w:rsidR="00277CE6" w:rsidRPr="00656ED1" w:rsidRDefault="00277CE6" w:rsidP="00277CE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56ED1">
        <w:rPr>
          <w:rFonts w:eastAsia="Times New Roman" w:cs="Times New Roman"/>
          <w:b/>
          <w:lang w:eastAsia="cs-CZ"/>
        </w:rPr>
        <w:t xml:space="preserve">Oddíl IV. 2.7): </w:t>
      </w:r>
    </w:p>
    <w:p w:rsidR="00277CE6" w:rsidRPr="00656ED1" w:rsidRDefault="00277CE6" w:rsidP="00277CE6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</w:t>
      </w:r>
      <w:r w:rsidRPr="00656ED1">
        <w:rPr>
          <w:rFonts w:eastAsia="Times New Roman" w:cs="Times New Roman"/>
          <w:lang w:eastAsia="cs-CZ"/>
        </w:rPr>
        <w:t>. 1. 2020 v </w:t>
      </w:r>
      <w:r>
        <w:rPr>
          <w:rFonts w:eastAsia="Times New Roman" w:cs="Times New Roman"/>
          <w:lang w:eastAsia="cs-CZ"/>
        </w:rPr>
        <w:t>10:00 hod. a nahrazujeme datem 23</w:t>
      </w:r>
      <w:r w:rsidRPr="00656ED1">
        <w:rPr>
          <w:rFonts w:eastAsia="Times New Roman" w:cs="Times New Roman"/>
          <w:lang w:eastAsia="cs-CZ"/>
        </w:rPr>
        <w:t>. 1. 2020 v 10:00 hod.</w:t>
      </w:r>
    </w:p>
    <w:p w:rsidR="00277CE6" w:rsidRPr="00656ED1" w:rsidRDefault="00277CE6" w:rsidP="00277CE6">
      <w:pPr>
        <w:spacing w:after="0" w:line="240" w:lineRule="auto"/>
        <w:rPr>
          <w:rFonts w:eastAsia="Times New Roman" w:cs="Times New Roman"/>
          <w:lang w:eastAsia="cs-CZ"/>
        </w:rPr>
      </w:pPr>
    </w:p>
    <w:p w:rsidR="00277CE6" w:rsidRPr="00656ED1" w:rsidRDefault="00277CE6" w:rsidP="00277CE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6ED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5" w:history="1">
        <w:r w:rsidRPr="00656ED1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656ED1">
        <w:rPr>
          <w:rFonts w:eastAsia="Calibri" w:cs="Times New Roman"/>
          <w:u w:val="single"/>
          <w:lang w:eastAsia="cs-CZ"/>
        </w:rPr>
        <w:t>.</w:t>
      </w:r>
    </w:p>
    <w:p w:rsidR="00277CE6" w:rsidRPr="00656ED1" w:rsidRDefault="00277CE6" w:rsidP="00277CE6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277CE6" w:rsidRPr="00656ED1" w:rsidRDefault="00277CE6" w:rsidP="00277CE6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277CE6" w:rsidRPr="00656ED1" w:rsidRDefault="00277CE6" w:rsidP="00277CE6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6ED1">
        <w:rPr>
          <w:rFonts w:eastAsia="Calibri" w:cs="Times New Roman"/>
          <w:b/>
          <w:bCs/>
          <w:lang w:eastAsia="cs-CZ"/>
        </w:rPr>
        <w:t xml:space="preserve">Příloha: </w:t>
      </w:r>
      <w:r>
        <w:rPr>
          <w:rFonts w:eastAsia="Calibri" w:cs="Times New Roman"/>
          <w:b/>
          <w:bCs/>
          <w:lang w:eastAsia="cs-CZ"/>
        </w:rPr>
        <w:t>Příloha 214-259</w:t>
      </w:r>
    </w:p>
    <w:p w:rsidR="00277CE6" w:rsidRPr="00DD52AE" w:rsidRDefault="00277CE6" w:rsidP="00277C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7CE6" w:rsidRPr="00DD52AE" w:rsidRDefault="00277CE6" w:rsidP="00277C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7CE6" w:rsidRPr="00DD52AE" w:rsidRDefault="00277CE6" w:rsidP="00277C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52AE">
        <w:rPr>
          <w:rFonts w:eastAsia="Calibri" w:cs="Times New Roman"/>
          <w:lang w:eastAsia="cs-CZ"/>
        </w:rPr>
        <w:t xml:space="preserve">V Praze dne </w:t>
      </w:r>
      <w:r w:rsidR="00F62937">
        <w:rPr>
          <w:rFonts w:eastAsia="Calibri" w:cs="Times New Roman"/>
          <w:lang w:eastAsia="cs-CZ"/>
        </w:rPr>
        <w:t>30. 12. 2019</w:t>
      </w:r>
    </w:p>
    <w:p w:rsidR="00277CE6" w:rsidRDefault="00277CE6" w:rsidP="00277C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7CE6" w:rsidRDefault="00277CE6" w:rsidP="00277C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62937" w:rsidRDefault="00F62937" w:rsidP="00277C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7CE6" w:rsidRPr="00DD52AE" w:rsidRDefault="00277CE6" w:rsidP="00277C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7CE6" w:rsidRPr="00DD52AE" w:rsidRDefault="00277CE6" w:rsidP="00277CE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7CE6" w:rsidRPr="002F22F2" w:rsidRDefault="00277CE6" w:rsidP="00277CE6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2F22F2">
        <w:rPr>
          <w:rFonts w:ascii="Verdana" w:eastAsia="Calibri" w:hAnsi="Verdana" w:cs="Times New Roman"/>
          <w:b/>
          <w:bCs/>
          <w:lang w:eastAsia="cs-CZ"/>
        </w:rPr>
        <w:t xml:space="preserve">Ing. </w:t>
      </w:r>
      <w:r>
        <w:rPr>
          <w:rFonts w:ascii="Verdana" w:eastAsia="Calibri" w:hAnsi="Verdana" w:cs="Times New Roman"/>
          <w:b/>
          <w:bCs/>
          <w:lang w:eastAsia="cs-CZ"/>
        </w:rPr>
        <w:t>Libor Kuta</w:t>
      </w:r>
    </w:p>
    <w:p w:rsidR="00277CE6" w:rsidRPr="002F22F2" w:rsidRDefault="00277CE6" w:rsidP="00277CE6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>
        <w:rPr>
          <w:rFonts w:ascii="Verdana" w:eastAsia="Calibri" w:hAnsi="Verdana" w:cs="Times New Roman"/>
          <w:lang w:eastAsia="cs-CZ"/>
        </w:rPr>
        <w:t>Vedoucí oddělení zadávání investic</w:t>
      </w:r>
    </w:p>
    <w:p w:rsidR="00277CE6" w:rsidRPr="002F22F2" w:rsidRDefault="00277CE6" w:rsidP="00277CE6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>
        <w:rPr>
          <w:rFonts w:ascii="Verdana" w:eastAsia="Calibri" w:hAnsi="Verdana" w:cs="Times New Roman"/>
          <w:lang w:eastAsia="cs-CZ"/>
        </w:rPr>
        <w:t>na základě „Pověření“ č. 1937</w:t>
      </w:r>
    </w:p>
    <w:p w:rsidR="00277CE6" w:rsidRDefault="00277CE6" w:rsidP="00277CE6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>
        <w:rPr>
          <w:rFonts w:ascii="Verdana" w:eastAsia="Calibri" w:hAnsi="Verdana" w:cs="Times New Roman"/>
          <w:lang w:eastAsia="cs-CZ"/>
        </w:rPr>
        <w:t>ze dne 2. 7. 2015</w:t>
      </w:r>
    </w:p>
    <w:p w:rsidR="00277CE6" w:rsidRPr="002F22F2" w:rsidRDefault="00277CE6" w:rsidP="00277CE6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>
        <w:rPr>
          <w:rFonts w:ascii="Verdana" w:eastAsia="Calibri" w:hAnsi="Verdana" w:cs="Times New Roman"/>
          <w:lang w:eastAsia="cs-CZ"/>
        </w:rPr>
        <w:t>odbor investiční</w:t>
      </w:r>
    </w:p>
    <w:p w:rsidR="00277CE6" w:rsidRPr="002F22F2" w:rsidRDefault="00277CE6" w:rsidP="00277CE6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Správa železniční dopravní cesty,</w:t>
      </w:r>
    </w:p>
    <w:p w:rsidR="00277CE6" w:rsidRPr="002F22F2" w:rsidRDefault="00277CE6" w:rsidP="00277CE6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státní organizace</w:t>
      </w:r>
    </w:p>
    <w:p w:rsidR="00AE6C08" w:rsidRPr="00BC57BB" w:rsidRDefault="00AE6C08" w:rsidP="00AE6C08">
      <w:pPr>
        <w:spacing w:after="0" w:line="240" w:lineRule="auto"/>
        <w:ind w:firstLine="360"/>
        <w:jc w:val="both"/>
        <w:rPr>
          <w:rFonts w:eastAsia="Calibri" w:cs="Times New Roman"/>
          <w:lang w:eastAsia="cs-CZ"/>
        </w:rPr>
      </w:pPr>
    </w:p>
    <w:p w:rsidR="00BC57BB" w:rsidRDefault="00BC57BB" w:rsidP="00D568B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sectPr w:rsidR="00BC57BB" w:rsidSect="0039390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9AD" w:rsidRDefault="005279AD" w:rsidP="00962258">
      <w:pPr>
        <w:spacing w:after="0" w:line="240" w:lineRule="auto"/>
      </w:pPr>
      <w:r>
        <w:separator/>
      </w:r>
    </w:p>
  </w:endnote>
  <w:endnote w:type="continuationSeparator" w:id="0">
    <w:p w:rsidR="005279AD" w:rsidRDefault="005279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279AD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279AD" w:rsidRPr="00B8518B" w:rsidRDefault="005279A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04C5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04C5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279AD" w:rsidRDefault="005279A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279AD" w:rsidRDefault="005279AD" w:rsidP="00B8518B">
          <w:pPr>
            <w:pStyle w:val="Zpat"/>
          </w:pPr>
        </w:p>
      </w:tc>
      <w:tc>
        <w:tcPr>
          <w:tcW w:w="2921" w:type="dxa"/>
        </w:tcPr>
        <w:p w:rsidR="005279AD" w:rsidRDefault="005279AD" w:rsidP="00D831A3">
          <w:pPr>
            <w:pStyle w:val="Zpat"/>
          </w:pPr>
        </w:p>
      </w:tc>
    </w:tr>
  </w:tbl>
  <w:p w:rsidR="005279AD" w:rsidRPr="00B8518B" w:rsidRDefault="005279A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62E9B1" wp14:editId="13AC0EE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AC3B6F0" wp14:editId="514DEFE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279AD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279AD" w:rsidRPr="00B8518B" w:rsidRDefault="005279A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04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04C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279AD" w:rsidRDefault="005279AD" w:rsidP="00460660">
          <w:pPr>
            <w:pStyle w:val="Zpat"/>
          </w:pPr>
          <w:r>
            <w:t>Správa železniční dopravní cesty, státní organizace</w:t>
          </w:r>
        </w:p>
        <w:p w:rsidR="005279AD" w:rsidRDefault="005279AD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279AD" w:rsidRDefault="005279AD" w:rsidP="00460660">
          <w:pPr>
            <w:pStyle w:val="Zpat"/>
          </w:pPr>
          <w:r>
            <w:t>Sídlo: Dlážděná 1003/7, 110 00 Praha 1</w:t>
          </w:r>
        </w:p>
        <w:p w:rsidR="005279AD" w:rsidRDefault="005279AD" w:rsidP="00460660">
          <w:pPr>
            <w:pStyle w:val="Zpat"/>
          </w:pPr>
          <w:r>
            <w:t>IČ: 709 94 234 DIČ: CZ 709 94 234</w:t>
          </w:r>
        </w:p>
        <w:p w:rsidR="005279AD" w:rsidRDefault="005279AD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5279AD" w:rsidRPr="00B45E9E" w:rsidRDefault="005279AD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5279AD" w:rsidRPr="00B45E9E" w:rsidRDefault="005279AD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5279AD" w:rsidRDefault="005279AD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5279AD" w:rsidRPr="00B8518B" w:rsidRDefault="005279A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9540D0F" wp14:editId="6885D0F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0AD74E1" wp14:editId="4969D8F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5279AD" w:rsidRPr="00460660" w:rsidRDefault="005279A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9AD" w:rsidRDefault="005279AD" w:rsidP="00962258">
      <w:pPr>
        <w:spacing w:after="0" w:line="240" w:lineRule="auto"/>
      </w:pPr>
      <w:r>
        <w:separator/>
      </w:r>
    </w:p>
  </w:footnote>
  <w:footnote w:type="continuationSeparator" w:id="0">
    <w:p w:rsidR="005279AD" w:rsidRDefault="005279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279AD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279AD" w:rsidRPr="00B8518B" w:rsidRDefault="005279A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279AD" w:rsidRDefault="005279A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279AD" w:rsidRPr="00D6163D" w:rsidRDefault="005279AD" w:rsidP="00D6163D">
          <w:pPr>
            <w:pStyle w:val="Druhdokumentu"/>
          </w:pPr>
        </w:p>
      </w:tc>
    </w:tr>
  </w:tbl>
  <w:p w:rsidR="005279AD" w:rsidRPr="00D6163D" w:rsidRDefault="005279A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279AD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279AD" w:rsidRPr="00B8518B" w:rsidRDefault="005279A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5FA2FAA" wp14:editId="5A035B0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279AD" w:rsidRDefault="005279A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5279AD" w:rsidRPr="00D6163D" w:rsidRDefault="005279AD" w:rsidP="00FC6389">
          <w:pPr>
            <w:pStyle w:val="Druhdokumentu"/>
          </w:pPr>
        </w:p>
      </w:tc>
    </w:tr>
    <w:tr w:rsidR="005279AD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5279AD" w:rsidRPr="00B8518B" w:rsidRDefault="005279A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279AD" w:rsidRDefault="005279A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5279AD" w:rsidRDefault="005279AD" w:rsidP="00FC6389">
          <w:pPr>
            <w:pStyle w:val="Druhdokumentu"/>
            <w:rPr>
              <w:noProof/>
            </w:rPr>
          </w:pPr>
        </w:p>
      </w:tc>
    </w:tr>
  </w:tbl>
  <w:p w:rsidR="005279AD" w:rsidRPr="00D6163D" w:rsidRDefault="005279AD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C9212B" wp14:editId="380A5CD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098855E" wp14:editId="764111C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279AD" w:rsidRPr="00460660" w:rsidRDefault="005279A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6EC23D8"/>
    <w:multiLevelType w:val="hybridMultilevel"/>
    <w:tmpl w:val="4FC46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65B50E98"/>
    <w:multiLevelType w:val="hybridMultilevel"/>
    <w:tmpl w:val="C470887A"/>
    <w:lvl w:ilvl="0" w:tplc="BA723C3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884630D"/>
    <w:multiLevelType w:val="hybridMultilevel"/>
    <w:tmpl w:val="8976FD78"/>
    <w:lvl w:ilvl="0" w:tplc="8494C4E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1A9"/>
    <w:rsid w:val="00027F66"/>
    <w:rsid w:val="00033432"/>
    <w:rsid w:val="000335CC"/>
    <w:rsid w:val="00051617"/>
    <w:rsid w:val="00053840"/>
    <w:rsid w:val="00072C1E"/>
    <w:rsid w:val="000B3A82"/>
    <w:rsid w:val="000B6C7E"/>
    <w:rsid w:val="000B7907"/>
    <w:rsid w:val="000C0429"/>
    <w:rsid w:val="000C1C02"/>
    <w:rsid w:val="000C45E8"/>
    <w:rsid w:val="00114472"/>
    <w:rsid w:val="00122E99"/>
    <w:rsid w:val="0013509F"/>
    <w:rsid w:val="00170EC5"/>
    <w:rsid w:val="001747C1"/>
    <w:rsid w:val="0018596A"/>
    <w:rsid w:val="001B69C2"/>
    <w:rsid w:val="001C4DA0"/>
    <w:rsid w:val="00207DF5"/>
    <w:rsid w:val="002404C5"/>
    <w:rsid w:val="00267369"/>
    <w:rsid w:val="0026785D"/>
    <w:rsid w:val="00277CE6"/>
    <w:rsid w:val="002C31BF"/>
    <w:rsid w:val="002D34FE"/>
    <w:rsid w:val="002E0CD7"/>
    <w:rsid w:val="002F026B"/>
    <w:rsid w:val="00323674"/>
    <w:rsid w:val="00346994"/>
    <w:rsid w:val="00357BC6"/>
    <w:rsid w:val="0037111D"/>
    <w:rsid w:val="003756B9"/>
    <w:rsid w:val="00393909"/>
    <w:rsid w:val="003956C6"/>
    <w:rsid w:val="003E6B9A"/>
    <w:rsid w:val="003E75CE"/>
    <w:rsid w:val="0041380F"/>
    <w:rsid w:val="00432B5B"/>
    <w:rsid w:val="00450F07"/>
    <w:rsid w:val="00452B6A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306B"/>
    <w:rsid w:val="004C4399"/>
    <w:rsid w:val="004C69ED"/>
    <w:rsid w:val="004C787C"/>
    <w:rsid w:val="004F4B9B"/>
    <w:rsid w:val="00501654"/>
    <w:rsid w:val="00511AB9"/>
    <w:rsid w:val="00523EA7"/>
    <w:rsid w:val="005279AD"/>
    <w:rsid w:val="00530A72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F0A75"/>
    <w:rsid w:val="005F3579"/>
    <w:rsid w:val="006104F6"/>
    <w:rsid w:val="0061068E"/>
    <w:rsid w:val="00660AD3"/>
    <w:rsid w:val="006A5570"/>
    <w:rsid w:val="006A689C"/>
    <w:rsid w:val="006B326A"/>
    <w:rsid w:val="006B3D79"/>
    <w:rsid w:val="006E0578"/>
    <w:rsid w:val="006E24EB"/>
    <w:rsid w:val="006E314D"/>
    <w:rsid w:val="006E7F06"/>
    <w:rsid w:val="00710723"/>
    <w:rsid w:val="00723ED1"/>
    <w:rsid w:val="00735ED4"/>
    <w:rsid w:val="00743525"/>
    <w:rsid w:val="007531A0"/>
    <w:rsid w:val="00757969"/>
    <w:rsid w:val="0076286B"/>
    <w:rsid w:val="00763E49"/>
    <w:rsid w:val="00764595"/>
    <w:rsid w:val="00766846"/>
    <w:rsid w:val="0077673A"/>
    <w:rsid w:val="00780843"/>
    <w:rsid w:val="007846E1"/>
    <w:rsid w:val="007B570C"/>
    <w:rsid w:val="007E144C"/>
    <w:rsid w:val="007E2E01"/>
    <w:rsid w:val="007E4A6E"/>
    <w:rsid w:val="007F56A7"/>
    <w:rsid w:val="00807DD0"/>
    <w:rsid w:val="00813F11"/>
    <w:rsid w:val="00823C64"/>
    <w:rsid w:val="00854A9F"/>
    <w:rsid w:val="00874E49"/>
    <w:rsid w:val="00891334"/>
    <w:rsid w:val="00893F7C"/>
    <w:rsid w:val="00894181"/>
    <w:rsid w:val="008A2688"/>
    <w:rsid w:val="008A3568"/>
    <w:rsid w:val="008B060C"/>
    <w:rsid w:val="008C2952"/>
    <w:rsid w:val="008C50FB"/>
    <w:rsid w:val="008C6EC5"/>
    <w:rsid w:val="008D03B9"/>
    <w:rsid w:val="008E7321"/>
    <w:rsid w:val="008F18D6"/>
    <w:rsid w:val="0090010F"/>
    <w:rsid w:val="00904780"/>
    <w:rsid w:val="009113A8"/>
    <w:rsid w:val="00914639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97BCA"/>
    <w:rsid w:val="009A560A"/>
    <w:rsid w:val="009A7568"/>
    <w:rsid w:val="009B2E97"/>
    <w:rsid w:val="009B3C69"/>
    <w:rsid w:val="009B72CC"/>
    <w:rsid w:val="009C324E"/>
    <w:rsid w:val="009D6BA7"/>
    <w:rsid w:val="009E07F4"/>
    <w:rsid w:val="009F392E"/>
    <w:rsid w:val="00A161B6"/>
    <w:rsid w:val="00A44328"/>
    <w:rsid w:val="00A6177B"/>
    <w:rsid w:val="00A66136"/>
    <w:rsid w:val="00AA429F"/>
    <w:rsid w:val="00AA4CBB"/>
    <w:rsid w:val="00AA65FA"/>
    <w:rsid w:val="00AA7351"/>
    <w:rsid w:val="00AD056F"/>
    <w:rsid w:val="00AD2773"/>
    <w:rsid w:val="00AD6731"/>
    <w:rsid w:val="00AE09F8"/>
    <w:rsid w:val="00AE1DDE"/>
    <w:rsid w:val="00AE6C08"/>
    <w:rsid w:val="00AF224B"/>
    <w:rsid w:val="00AF6A8C"/>
    <w:rsid w:val="00B15B5E"/>
    <w:rsid w:val="00B15D0D"/>
    <w:rsid w:val="00B23CA3"/>
    <w:rsid w:val="00B3491A"/>
    <w:rsid w:val="00B410E6"/>
    <w:rsid w:val="00B45E9E"/>
    <w:rsid w:val="00B4675D"/>
    <w:rsid w:val="00B55F9C"/>
    <w:rsid w:val="00B75EE1"/>
    <w:rsid w:val="00B77481"/>
    <w:rsid w:val="00B77B08"/>
    <w:rsid w:val="00B8518B"/>
    <w:rsid w:val="00BB3740"/>
    <w:rsid w:val="00BC57BB"/>
    <w:rsid w:val="00BD5319"/>
    <w:rsid w:val="00BD7E91"/>
    <w:rsid w:val="00BF374D"/>
    <w:rsid w:val="00BF6D48"/>
    <w:rsid w:val="00C00FB2"/>
    <w:rsid w:val="00C02D0A"/>
    <w:rsid w:val="00C03A6E"/>
    <w:rsid w:val="00C30759"/>
    <w:rsid w:val="00C44F6A"/>
    <w:rsid w:val="00C727E5"/>
    <w:rsid w:val="00C777EE"/>
    <w:rsid w:val="00C8207D"/>
    <w:rsid w:val="00CA75CF"/>
    <w:rsid w:val="00CB7B5A"/>
    <w:rsid w:val="00CC1E2B"/>
    <w:rsid w:val="00CD1FC4"/>
    <w:rsid w:val="00CD29C6"/>
    <w:rsid w:val="00CE371D"/>
    <w:rsid w:val="00CF6125"/>
    <w:rsid w:val="00D02A4D"/>
    <w:rsid w:val="00D21061"/>
    <w:rsid w:val="00D316A7"/>
    <w:rsid w:val="00D4108E"/>
    <w:rsid w:val="00D568BE"/>
    <w:rsid w:val="00D6163D"/>
    <w:rsid w:val="00D622CC"/>
    <w:rsid w:val="00D63009"/>
    <w:rsid w:val="00D831A3"/>
    <w:rsid w:val="00D902AD"/>
    <w:rsid w:val="00DA6FFE"/>
    <w:rsid w:val="00DC3110"/>
    <w:rsid w:val="00DC60AE"/>
    <w:rsid w:val="00DD4158"/>
    <w:rsid w:val="00DD46F3"/>
    <w:rsid w:val="00DD58A6"/>
    <w:rsid w:val="00DE56F2"/>
    <w:rsid w:val="00DF116D"/>
    <w:rsid w:val="00E07217"/>
    <w:rsid w:val="00E824F1"/>
    <w:rsid w:val="00EB104F"/>
    <w:rsid w:val="00EB3A0A"/>
    <w:rsid w:val="00ED14BD"/>
    <w:rsid w:val="00F013BE"/>
    <w:rsid w:val="00F01440"/>
    <w:rsid w:val="00F019E6"/>
    <w:rsid w:val="00F12DEC"/>
    <w:rsid w:val="00F13BAB"/>
    <w:rsid w:val="00F1715C"/>
    <w:rsid w:val="00F24088"/>
    <w:rsid w:val="00F310F8"/>
    <w:rsid w:val="00F35939"/>
    <w:rsid w:val="00F373D8"/>
    <w:rsid w:val="00F45607"/>
    <w:rsid w:val="00F62937"/>
    <w:rsid w:val="00F64786"/>
    <w:rsid w:val="00F659EB"/>
    <w:rsid w:val="00F804A7"/>
    <w:rsid w:val="00F862D6"/>
    <w:rsid w:val="00F86BA6"/>
    <w:rsid w:val="00F978FE"/>
    <w:rsid w:val="00F97E12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  <w:style w:type="table" w:customStyle="1" w:styleId="Mkatabulky3">
    <w:name w:val="Mřížka tabulky3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  <w:style w:type="table" w:customStyle="1" w:styleId="Mkatabulky3">
    <w:name w:val="Mřížka tabulky3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3509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3.jpg@01D5B741.AFD53340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vestnikverejnychzakazek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65CEDF9-53D7-415E-8A2F-738299029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77</TotalTime>
  <Pages>15</Pages>
  <Words>5612</Words>
  <Characters>33114</Characters>
  <Application>Microsoft Office Word</Application>
  <DocSecurity>0</DocSecurity>
  <Lines>275</Lines>
  <Paragraphs>77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</cp:revision>
  <cp:lastPrinted>2019-02-22T13:28:00Z</cp:lastPrinted>
  <dcterms:created xsi:type="dcterms:W3CDTF">2019-12-27T11:00:00Z</dcterms:created>
  <dcterms:modified xsi:type="dcterms:W3CDTF">2019-12-30T10:10:00Z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